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EastAsia" w:hAnsiTheme="minorHAnsi" w:cstheme="minorBidi"/>
          <w:b w:val="0"/>
          <w:bCs/>
          <w:caps w:val="0"/>
          <w:color w:val="auto"/>
          <w:kern w:val="0"/>
          <w:sz w:val="21"/>
          <w:szCs w:val="22"/>
          <w14:ligatures w14:val="none"/>
          <w14:numForm w14:val="default"/>
        </w:rPr>
        <w:alias w:val="Resume Name"/>
        <w:tag w:val="Resumen Name"/>
        <w:id w:val="-925414414"/>
        <w:placeholder>
          <w:docPart w:val="4CD2FD3A3BD04499AF65449854C0E7BF"/>
        </w:placeholder>
        <w:docPartList>
          <w:docPartGallery w:val="Quick Parts"/>
          <w:docPartCategory w:val=" Resume Name"/>
        </w:docPartList>
      </w:sdtPr>
      <w:sdtEndPr>
        <w:rPr>
          <w:b/>
        </w:rPr>
      </w:sdtEndPr>
      <w:sdtContent>
        <w:tbl>
          <w:tblPr>
            <w:tblW w:w="5429" w:type="pct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0934"/>
          </w:tblGrid>
          <w:tr w:rsidR="000F77A1" w:rsidTr="000F77A1">
            <w:trPr>
              <w:trHeight w:val="467"/>
              <w:jc w:val="center"/>
            </w:trPr>
            <w:tc>
              <w:tcPr>
                <w:tcW w:w="5000" w:type="pct"/>
                <w:tcBorders>
                  <w:top w:val="single" w:sz="4" w:space="0" w:color="6B7C71" w:themeColor="accent1" w:themeShade="BF"/>
                  <w:left w:val="single" w:sz="4" w:space="0" w:color="6B7C71" w:themeColor="accent1" w:themeShade="BF"/>
                  <w:bottom w:val="nil"/>
                  <w:right w:val="single" w:sz="4" w:space="0" w:color="6B7C71" w:themeColor="accent1" w:themeShade="BF"/>
                </w:tcBorders>
                <w:vAlign w:val="center"/>
              </w:tcPr>
              <w:p w:rsidR="000F77A1" w:rsidRDefault="000F77A1" w:rsidP="00CB5EF7">
                <w:pPr>
                  <w:pStyle w:val="PersonalName"/>
                </w:pPr>
                <w:r>
                  <w:rPr>
                    <w:rFonts w:asciiTheme="minorHAnsi" w:eastAsiaTheme="minorEastAsia" w:hAnsiTheme="minorHAnsi" w:cstheme="minorBidi"/>
                    <w:b w:val="0"/>
                    <w:bCs/>
                    <w:caps w:val="0"/>
                    <w:color w:val="auto"/>
                    <w:kern w:val="0"/>
                    <w:sz w:val="21"/>
                    <w:szCs w:val="22"/>
                    <w14:ligatures w14:val="none"/>
                    <w14:numForm w14:val="default"/>
                  </w:rPr>
                  <w:t xml:space="preserve">  </w:t>
                </w:r>
                <w:r w:rsidR="00CB5EF7">
                  <w:rPr>
                    <w:rFonts w:asciiTheme="minorHAnsi" w:eastAsiaTheme="minorEastAsia" w:hAnsiTheme="minorHAnsi" w:cstheme="minorBidi"/>
                    <w:bCs/>
                    <w:caps w:val="0"/>
                    <w:color w:val="auto"/>
                    <w:kern w:val="0"/>
                    <w:sz w:val="21"/>
                    <w:szCs w:val="22"/>
                    <w14:ligatures w14:val="none"/>
                    <w14:numForm w14:val="default"/>
                  </w:rPr>
                  <w:t>FULL NAME</w:t>
                </w:r>
                <w:r w:rsidRPr="00CB5EF7">
                  <w:rPr>
                    <w:rFonts w:asciiTheme="minorHAnsi" w:eastAsiaTheme="minorEastAsia" w:hAnsiTheme="minorHAnsi" w:cstheme="minorBidi"/>
                    <w:bCs/>
                    <w:caps w:val="0"/>
                    <w:color w:val="auto"/>
                    <w:kern w:val="0"/>
                    <w:sz w:val="21"/>
                    <w:szCs w:val="22"/>
                    <w14:ligatures w14:val="none"/>
                    <w14:numForm w14:val="default"/>
                  </w:rPr>
                  <w:t xml:space="preserve"> </w:t>
                </w:r>
                <w:sdt>
                  <w:sdtPr>
                    <w:rPr>
                      <w:rFonts w:asciiTheme="minorHAnsi" w:eastAsiaTheme="minorEastAsia" w:hAnsiTheme="minorHAnsi" w:cstheme="minorBidi"/>
                      <w:bCs/>
                      <w:caps w:val="0"/>
                      <w:color w:val="auto"/>
                      <w:kern w:val="0"/>
                      <w:sz w:val="21"/>
                      <w:szCs w:val="22"/>
                      <w14:ligatures w14:val="none"/>
                      <w14:numForm w14:val="default"/>
                    </w:rPr>
                    <w:alias w:val="Author"/>
                    <w:id w:val="-747420753"/>
                    <w:placeholder>
                      <w:docPart w:val="30170199BB304C0497F0D311BECFD8ED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<w:text/>
                  </w:sdtPr>
                  <w:sdtEndPr/>
                  <w:sdtContent>
                    <w:r w:rsidR="00E343F9">
                      <w:t>[Type Your Name]</w:t>
                    </w:r>
                  </w:sdtContent>
                </w:sdt>
              </w:p>
            </w:tc>
          </w:tr>
          <w:tr w:rsidR="000F77A1" w:rsidTr="000F77A1">
            <w:trPr>
              <w:trHeight w:val="13"/>
              <w:jc w:val="center"/>
            </w:trPr>
            <w:tc>
              <w:tcPr>
                <w:tcW w:w="5000" w:type="pct"/>
                <w:tcBorders>
                  <w:top w:val="nil"/>
                  <w:left w:val="single" w:sz="4" w:space="0" w:color="6B7C71" w:themeColor="accent1" w:themeShade="BF"/>
                  <w:bottom w:val="single" w:sz="4" w:space="0" w:color="6B7C71" w:themeColor="accent1" w:themeShade="BF"/>
                  <w:right w:val="single" w:sz="4" w:space="0" w:color="6B7C71" w:themeColor="accent1" w:themeShade="BF"/>
                </w:tcBorders>
                <w:shd w:val="clear" w:color="auto" w:fill="93A299" w:themeFill="accent1"/>
                <w:vAlign w:val="center"/>
              </w:tcPr>
              <w:p w:rsidR="000F77A1" w:rsidRDefault="00BA6E03" w:rsidP="000F77A1">
                <w:pPr>
                  <w:pStyle w:val="NoSpacing"/>
                  <w:jc w:val="center"/>
                  <w:rPr>
                    <w:caps/>
                    <w:color w:val="FFFFFF" w:themeColor="background1"/>
                  </w:rPr>
                </w:pPr>
                <w:sdt>
                  <w:sdtPr>
                    <w:rPr>
                      <w:caps/>
                      <w:color w:val="FFFFFF" w:themeColor="background1"/>
                      <w:sz w:val="18"/>
                      <w:szCs w:val="18"/>
                    </w:rPr>
                    <w:alias w:val="Address"/>
                    <w:id w:val="-741638233"/>
                    <w:placeholder>
                      <w:docPart w:val="DA8D015DBAF34F469F12B81CCEFEC871"/>
                    </w:placeholder>
                    <w:dataBinding w:prefixMappings="xmlns:ns0='http://schemas.microsoft.com/office/2006/coverPageProps' " w:xpath="/ns0:CoverPageProperties[1]/ns0:CompanyAddress[1]" w:storeItemID="{55AF091B-3C7A-41E3-B477-F2FDAA23CFDA}"/>
                    <w:text/>
                  </w:sdtPr>
                  <w:sdtEndPr/>
                  <w:sdtContent>
                    <w:r w:rsidR="000F77A1">
                      <w:rPr>
                        <w:caps/>
                        <w:color w:val="FFFFFF" w:themeColor="background1"/>
                        <w:sz w:val="18"/>
                        <w:szCs w:val="18"/>
                      </w:rPr>
                      <w:t>Highest qualification</w:t>
                    </w:r>
                  </w:sdtContent>
                </w:sdt>
              </w:p>
            </w:tc>
          </w:tr>
          <w:tr w:rsidR="000F77A1" w:rsidTr="000F77A1">
            <w:trPr>
              <w:trHeight w:val="52"/>
              <w:jc w:val="center"/>
            </w:trPr>
            <w:tc>
              <w:tcPr>
                <w:tcW w:w="5000" w:type="pct"/>
                <w:tcBorders>
                  <w:top w:val="single" w:sz="4" w:space="0" w:color="6B7C71" w:themeColor="accent1" w:themeShade="BF"/>
                  <w:left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:rsidR="000F77A1" w:rsidRDefault="00BA6E03">
                <w:pPr>
                  <w:pStyle w:val="NoSpacing"/>
                  <w:jc w:val="center"/>
                  <w:rPr>
                    <w:caps/>
                    <w:color w:val="93A299" w:themeColor="accent1"/>
                    <w:sz w:val="18"/>
                    <w:szCs w:val="18"/>
                  </w:rPr>
                </w:pPr>
                <w:sdt>
                  <w:sdtPr>
                    <w:rPr>
                      <w:color w:val="93A299" w:themeColor="accent1"/>
                      <w:sz w:val="18"/>
                      <w:szCs w:val="18"/>
                    </w:rPr>
                    <w:alias w:val="Phone"/>
                    <w:id w:val="-1808010215"/>
                    <w:placeholder>
                      <w:docPart w:val="8DE3DCA087B54843A4C58B49E0B162DD"/>
                    </w:placeholder>
                    <w:showingPlcHdr/>
                    <w:dataBinding w:prefixMappings="xmlns:ns0='http://schemas.microsoft.com/office/2006/coverPageProps' " w:xpath="/ns0:CoverPageProperties[1]/ns0:CompanyPhone[1]" w:storeItemID="{55AF091B-3C7A-41E3-B477-F2FDAA23CFDA}"/>
                    <w:text/>
                  </w:sdtPr>
                  <w:sdtEndPr/>
                  <w:sdtContent>
                    <w:r w:rsidR="000F77A1">
                      <w:rPr>
                        <w:color w:val="93A299" w:themeColor="accent1"/>
                        <w:sz w:val="18"/>
                        <w:szCs w:val="18"/>
                      </w:rPr>
                      <w:t>[Type your phone number]</w:t>
                    </w:r>
                  </w:sdtContent>
                </w:sdt>
                <w:r w:rsidR="000F77A1">
                  <w:rPr>
                    <w:color w:val="93A299" w:themeColor="accent1"/>
                    <w:sz w:val="18"/>
                    <w:szCs w:val="18"/>
                  </w:rPr>
                  <w:t xml:space="preserve">  ▪  </w:t>
                </w:r>
                <w:r w:rsidR="000F77A1">
                  <w:rPr>
                    <w:rFonts w:eastAsiaTheme="minorEastAsia"/>
                    <w:color w:val="93A299" w:themeColor="accent1"/>
                    <w:sz w:val="18"/>
                    <w:szCs w:val="18"/>
                  </w:rPr>
                  <w:t xml:space="preserve"> </w:t>
                </w:r>
                <w:sdt>
                  <w:sdtPr>
                    <w:rPr>
                      <w:color w:val="93A299" w:themeColor="accent1"/>
                      <w:sz w:val="18"/>
                      <w:szCs w:val="18"/>
                    </w:rPr>
                    <w:alias w:val="E-mail Address"/>
                    <w:id w:val="-725216357"/>
                    <w:placeholder>
                      <w:docPart w:val="4E10D6DF1E4D47F69CF6CE205B5F4203"/>
                    </w:placeholder>
                    <w:showingPlcHdr/>
                    <w:dataBinding w:prefixMappings="xmlns:ns0='http://schemas.microsoft.com/office/2006/coverPageProps' " w:xpath="/ns0:CoverPageProperties[1]/ns0:CompanyEmail[1]" w:storeItemID="{55AF091B-3C7A-41E3-B477-F2FDAA23CFDA}"/>
                    <w:text/>
                  </w:sdtPr>
                  <w:sdtEndPr/>
                  <w:sdtContent>
                    <w:r w:rsidR="000F77A1">
                      <w:rPr>
                        <w:color w:val="93A299" w:themeColor="accent1"/>
                        <w:sz w:val="18"/>
                        <w:szCs w:val="18"/>
                      </w:rPr>
                      <w:t>[Type your e-mail]</w:t>
                    </w:r>
                  </w:sdtContent>
                </w:sdt>
                <w:r w:rsidR="000F77A1">
                  <w:rPr>
                    <w:color w:val="93A299" w:themeColor="accent1"/>
                    <w:sz w:val="18"/>
                    <w:szCs w:val="18"/>
                  </w:rPr>
                  <w:t xml:space="preserve">   ▪  </w:t>
                </w:r>
                <w:r w:rsidR="000F77A1">
                  <w:rPr>
                    <w:rFonts w:eastAsiaTheme="minorEastAsia"/>
                    <w:color w:val="93A299" w:themeColor="accent1"/>
                    <w:sz w:val="18"/>
                    <w:szCs w:val="18"/>
                  </w:rPr>
                  <w:t xml:space="preserve"> </w:t>
                </w:r>
                <w:sdt>
                  <w:sdtPr>
                    <w:rPr>
                      <w:color w:val="93A299" w:themeColor="accent1"/>
                      <w:sz w:val="18"/>
                      <w:szCs w:val="18"/>
                    </w:rPr>
                    <w:id w:val="1863781786"/>
                    <w:placeholder>
                      <w:docPart w:val="12CCC4C3EC45479DAE0D54565D121EE4"/>
                    </w:placeholder>
                    <w:showingPlcHdr/>
                    <w:text/>
                  </w:sdtPr>
                  <w:sdtEndPr/>
                  <w:sdtContent>
                    <w:r w:rsidR="000F77A1">
                      <w:rPr>
                        <w:color w:val="93A299" w:themeColor="accent1"/>
                        <w:sz w:val="18"/>
                        <w:szCs w:val="18"/>
                      </w:rPr>
                      <w:t>[Type your website]</w:t>
                    </w:r>
                  </w:sdtContent>
                </w:sdt>
              </w:p>
            </w:tc>
          </w:tr>
        </w:tbl>
        <w:p w:rsidR="00E82F29" w:rsidRDefault="00BA6E03">
          <w:pPr>
            <w:rPr>
              <w:rFonts w:eastAsiaTheme="minorEastAsia"/>
              <w:b/>
              <w:bCs/>
            </w:rPr>
          </w:pPr>
        </w:p>
      </w:sdtContent>
    </w:sdt>
    <w:p w:rsidR="00CB5EF7" w:rsidRPr="00E82F29" w:rsidRDefault="00CB5EF7">
      <w:pPr>
        <w:rPr>
          <w:rFonts w:eastAsiaTheme="minorEastAsia"/>
          <w:b/>
          <w:bCs/>
        </w:rPr>
      </w:pPr>
      <w:r w:rsidRPr="00C54933">
        <w:rPr>
          <w:rFonts w:eastAsiaTheme="minorEastAsia"/>
          <w:b/>
          <w:bCs/>
          <w:sz w:val="20"/>
          <w:szCs w:val="20"/>
        </w:rPr>
        <w:t>ACADEMIC RECORD:</w:t>
      </w:r>
    </w:p>
    <w:tbl>
      <w:tblPr>
        <w:tblW w:w="10348" w:type="dxa"/>
        <w:tblInd w:w="-10" w:type="dxa"/>
        <w:tblLook w:val="04A0" w:firstRow="1" w:lastRow="0" w:firstColumn="1" w:lastColumn="0" w:noHBand="0" w:noVBand="1"/>
      </w:tblPr>
      <w:tblGrid>
        <w:gridCol w:w="623"/>
        <w:gridCol w:w="2210"/>
        <w:gridCol w:w="2985"/>
        <w:gridCol w:w="1982"/>
        <w:gridCol w:w="2548"/>
      </w:tblGrid>
      <w:tr w:rsidR="00CB5EF7" w:rsidRPr="00C54933" w:rsidTr="00E82F29">
        <w:trPr>
          <w:trHeight w:val="315"/>
        </w:trPr>
        <w:tc>
          <w:tcPr>
            <w:tcW w:w="62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Garamond" w:eastAsia="Times New Roman" w:hAnsi="Garamond" w:cs="Times New Roman"/>
                <w:b/>
                <w:bCs/>
                <w:color w:val="262626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2210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Garamond" w:eastAsia="Times New Roman" w:hAnsi="Garamond" w:cs="Times New Roman"/>
                <w:b/>
                <w:bCs/>
                <w:color w:val="262626"/>
                <w:sz w:val="20"/>
                <w:szCs w:val="20"/>
                <w:lang w:val="en-IN" w:eastAsia="en-IN"/>
              </w:rPr>
              <w:t>Degree</w:t>
            </w:r>
          </w:p>
        </w:tc>
        <w:tc>
          <w:tcPr>
            <w:tcW w:w="2985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Garamond" w:eastAsia="Times New Roman" w:hAnsi="Garamond" w:cs="Times New Roman"/>
                <w:b/>
                <w:bCs/>
                <w:color w:val="262626"/>
                <w:sz w:val="20"/>
                <w:szCs w:val="20"/>
                <w:lang w:val="en-IN" w:eastAsia="en-IN"/>
              </w:rPr>
              <w:t>Institute</w:t>
            </w:r>
          </w:p>
        </w:tc>
        <w:tc>
          <w:tcPr>
            <w:tcW w:w="1982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Garamond" w:eastAsia="Times New Roman" w:hAnsi="Garamond" w:cs="Times New Roman"/>
                <w:b/>
                <w:bCs/>
                <w:color w:val="262626"/>
                <w:sz w:val="20"/>
                <w:szCs w:val="20"/>
                <w:lang w:val="en-IN" w:eastAsia="en-IN"/>
              </w:rPr>
              <w:t>CGPA/%</w:t>
            </w:r>
          </w:p>
        </w:tc>
        <w:tc>
          <w:tcPr>
            <w:tcW w:w="2548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Garamond" w:eastAsia="Times New Roman" w:hAnsi="Garamond" w:cs="Times New Roman"/>
                <w:b/>
                <w:bCs/>
                <w:color w:val="262626"/>
                <w:sz w:val="20"/>
                <w:szCs w:val="20"/>
                <w:lang w:val="en-IN" w:eastAsia="en-IN"/>
              </w:rPr>
              <w:t>Remarks</w:t>
            </w:r>
          </w:p>
        </w:tc>
      </w:tr>
      <w:tr w:rsidR="00C54933" w:rsidRPr="00CB5EF7" w:rsidTr="00E82F29">
        <w:trPr>
          <w:trHeight w:val="278"/>
        </w:trPr>
        <w:tc>
          <w:tcPr>
            <w:tcW w:w="623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  <w:t>2015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  <w:t>MBA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  <w:t>PG College, University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  <w:t>-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262626"/>
                <w:sz w:val="20"/>
                <w:szCs w:val="20"/>
                <w:lang w:val="en-IN" w:eastAsia="en-IN"/>
              </w:rPr>
            </w:pPr>
            <w:r w:rsidRPr="004E505F">
              <w:rPr>
                <w:rFonts w:ascii="Calibri" w:eastAsia="Times New Roman" w:hAnsi="Calibri" w:cs="Times New Roman"/>
                <w:b/>
                <w:bCs/>
                <w:i/>
                <w:color w:val="262626"/>
                <w:sz w:val="20"/>
                <w:szCs w:val="20"/>
                <w:lang w:val="en-IN" w:eastAsia="en-IN"/>
              </w:rPr>
              <w:t xml:space="preserve">         </w:t>
            </w:r>
            <w:r w:rsidR="005C6709" w:rsidRPr="004E505F">
              <w:rPr>
                <w:rFonts w:ascii="Calibri" w:eastAsia="Times New Roman" w:hAnsi="Calibri" w:cs="Times New Roman"/>
                <w:b/>
                <w:bCs/>
                <w:i/>
                <w:color w:val="262626"/>
                <w:sz w:val="20"/>
                <w:szCs w:val="20"/>
                <w:lang w:val="en-IN" w:eastAsia="en-IN"/>
              </w:rPr>
              <w:t xml:space="preserve">      </w:t>
            </w:r>
            <w:r w:rsidRPr="004E505F">
              <w:rPr>
                <w:rFonts w:ascii="Calibri" w:eastAsia="Times New Roman" w:hAnsi="Calibri" w:cs="Times New Roman"/>
                <w:b/>
                <w:bCs/>
                <w:i/>
                <w:color w:val="262626"/>
                <w:sz w:val="20"/>
                <w:szCs w:val="20"/>
                <w:lang w:val="en-IN" w:eastAsia="en-IN"/>
              </w:rPr>
              <w:t xml:space="preserve"> </w:t>
            </w:r>
            <w:r w:rsidRPr="00CB5EF7">
              <w:rPr>
                <w:rFonts w:ascii="Calibri" w:eastAsia="Times New Roman" w:hAnsi="Calibri" w:cs="Times New Roman"/>
                <w:b/>
                <w:bCs/>
                <w:i/>
                <w:color w:val="262626"/>
                <w:sz w:val="20"/>
                <w:szCs w:val="20"/>
                <w:lang w:val="en-IN" w:eastAsia="en-IN"/>
              </w:rPr>
              <w:t>Pursuing</w:t>
            </w:r>
          </w:p>
        </w:tc>
      </w:tr>
      <w:tr w:rsidR="00C54933" w:rsidRPr="00CB5EF7" w:rsidTr="00E82F29">
        <w:trPr>
          <w:trHeight w:val="439"/>
        </w:trPr>
        <w:tc>
          <w:tcPr>
            <w:tcW w:w="623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  <w:t>2009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CB5EF7" w:rsidRPr="00CB5EF7" w:rsidRDefault="00E82F29" w:rsidP="00CB5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</w:pPr>
            <w:r w:rsidRPr="004E505F"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  <w:t>B.E/B Tech/BBA/BCom/Others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eastAsia="en-IN"/>
              </w:rPr>
              <w:t>Undergrad College, University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  <w:t>9.5/10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Calibri" w:eastAsia="Times New Roman" w:hAnsi="Calibri" w:cs="Times New Roman"/>
                <w:b/>
                <w:bCs/>
                <w:i/>
                <w:color w:val="262626"/>
                <w:sz w:val="20"/>
                <w:szCs w:val="20"/>
                <w:lang w:eastAsia="en-IN"/>
              </w:rPr>
              <w:t>Distinction</w:t>
            </w:r>
          </w:p>
        </w:tc>
      </w:tr>
      <w:tr w:rsidR="00C54933" w:rsidRPr="00CB5EF7" w:rsidTr="00E82F29">
        <w:trPr>
          <w:trHeight w:val="405"/>
        </w:trPr>
        <w:tc>
          <w:tcPr>
            <w:tcW w:w="623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  <w:t>2005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  <w:t>12</w:t>
            </w:r>
            <w:r w:rsidRPr="00CB5EF7"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vertAlign w:val="superscript"/>
                <w:lang w:val="en-IN" w:eastAsia="en-IN"/>
              </w:rPr>
              <w:t>th</w:t>
            </w:r>
            <w:r w:rsidRPr="00CB5EF7"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  <w:t>(C.B.S.E.)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eastAsia="en-IN"/>
              </w:rPr>
              <w:t>School Name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  <w:t>95.00%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Calibri" w:eastAsia="Times New Roman" w:hAnsi="Calibri" w:cs="Times New Roman"/>
                <w:b/>
                <w:bCs/>
                <w:i/>
                <w:color w:val="262626"/>
                <w:sz w:val="20"/>
                <w:szCs w:val="20"/>
                <w:lang w:val="en-IN" w:eastAsia="en-IN"/>
              </w:rPr>
              <w:t>Distinction</w:t>
            </w:r>
          </w:p>
        </w:tc>
      </w:tr>
      <w:tr w:rsidR="00C54933" w:rsidRPr="00CB5EF7" w:rsidTr="00E82F29">
        <w:trPr>
          <w:trHeight w:val="271"/>
        </w:trPr>
        <w:tc>
          <w:tcPr>
            <w:tcW w:w="623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  <w:t>2003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  <w:t>10</w:t>
            </w:r>
            <w:r w:rsidRPr="00CB5EF7"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vertAlign w:val="superscript"/>
                <w:lang w:val="en-IN" w:eastAsia="en-IN"/>
              </w:rPr>
              <w:t>th</w:t>
            </w:r>
            <w:r w:rsidRPr="00CB5EF7"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  <w:t xml:space="preserve">  (C.B.S.E.)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eastAsia="en-IN"/>
              </w:rPr>
              <w:t>School Name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Calibri" w:eastAsia="Times New Roman" w:hAnsi="Calibri" w:cs="Times New Roman"/>
                <w:i/>
                <w:color w:val="262626"/>
                <w:sz w:val="20"/>
                <w:szCs w:val="20"/>
                <w:lang w:val="en-IN" w:eastAsia="en-IN"/>
              </w:rPr>
              <w:t>95.00%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CB5EF7" w:rsidRPr="00CB5EF7" w:rsidRDefault="00CB5EF7" w:rsidP="00CB5E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262626"/>
                <w:sz w:val="20"/>
                <w:szCs w:val="20"/>
                <w:lang w:val="en-IN" w:eastAsia="en-IN"/>
              </w:rPr>
            </w:pPr>
            <w:r w:rsidRPr="00CB5EF7">
              <w:rPr>
                <w:rFonts w:ascii="Calibri" w:eastAsia="Times New Roman" w:hAnsi="Calibri" w:cs="Times New Roman"/>
                <w:b/>
                <w:bCs/>
                <w:i/>
                <w:color w:val="262626"/>
                <w:sz w:val="20"/>
                <w:szCs w:val="20"/>
                <w:lang w:val="en-IN" w:eastAsia="en-IN"/>
              </w:rPr>
              <w:t>Distinction</w:t>
            </w:r>
          </w:p>
        </w:tc>
      </w:tr>
    </w:tbl>
    <w:p w:rsidR="00E82F29" w:rsidRDefault="00E82F29">
      <w:pPr>
        <w:spacing w:line="264" w:lineRule="auto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CB5EF7" w:rsidRPr="00C54933" w:rsidRDefault="00CB5EF7">
      <w:pPr>
        <w:spacing w:line="264" w:lineRule="auto"/>
        <w:rPr>
          <w:rFonts w:eastAsiaTheme="minorEastAsia"/>
          <w:b/>
          <w:bCs/>
          <w:sz w:val="20"/>
          <w:szCs w:val="20"/>
        </w:rPr>
      </w:pPr>
      <w:r w:rsidRPr="00C54933">
        <w:rPr>
          <w:rFonts w:eastAsiaTheme="minorEastAsia"/>
          <w:b/>
          <w:bCs/>
          <w:sz w:val="20"/>
          <w:szCs w:val="20"/>
        </w:rPr>
        <w:t>SELECT ACADEMIC WORK</w:t>
      </w:r>
      <w:r w:rsidR="0071411C" w:rsidRPr="00C54933">
        <w:rPr>
          <w:rFonts w:eastAsiaTheme="minorEastAsia"/>
          <w:b/>
          <w:bCs/>
          <w:sz w:val="20"/>
          <w:szCs w:val="20"/>
        </w:rPr>
        <w:t>:</w:t>
      </w:r>
    </w:p>
    <w:tbl>
      <w:tblPr>
        <w:tblW w:w="8640" w:type="dxa"/>
        <w:tblInd w:w="-10" w:type="dxa"/>
        <w:tblLook w:val="04A0" w:firstRow="1" w:lastRow="0" w:firstColumn="1" w:lastColumn="0" w:noHBand="0" w:noVBand="1"/>
      </w:tblPr>
      <w:tblGrid>
        <w:gridCol w:w="1300"/>
        <w:gridCol w:w="7340"/>
      </w:tblGrid>
      <w:tr w:rsidR="0071411C" w:rsidRPr="0071411C" w:rsidTr="0071411C">
        <w:trPr>
          <w:trHeight w:val="1875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1411C" w:rsidRPr="0071411C" w:rsidRDefault="0071411C" w:rsidP="00714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7141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Internship</w:t>
            </w:r>
          </w:p>
        </w:tc>
        <w:tc>
          <w:tcPr>
            <w:tcW w:w="7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1411C" w:rsidRPr="00C54933" w:rsidRDefault="0071411C" w:rsidP="0071411C">
            <w:pPr>
              <w:spacing w:after="0"/>
              <w:rPr>
                <w:rFonts w:ascii="Calibri" w:eastAsia="Times New Roman" w:hAnsi="Calibri" w:cs="Times New Roman"/>
                <w:b/>
                <w:i/>
                <w:color w:val="000000"/>
                <w:sz w:val="20"/>
                <w:szCs w:val="20"/>
                <w:lang w:val="en-IN" w:eastAsia="en-IN"/>
              </w:rPr>
            </w:pPr>
            <w:r w:rsidRPr="00C54933">
              <w:rPr>
                <w:rFonts w:ascii="Calibri" w:eastAsia="Times New Roman" w:hAnsi="Calibri" w:cs="Times New Roman"/>
                <w:b/>
                <w:i/>
                <w:color w:val="000000"/>
                <w:sz w:val="20"/>
                <w:szCs w:val="20"/>
                <w:lang w:val="en-IN" w:eastAsia="en-IN"/>
              </w:rPr>
              <w:t>Organization’s Name</w:t>
            </w:r>
          </w:p>
          <w:p w:rsidR="0071411C" w:rsidRPr="00C54933" w:rsidRDefault="0071411C" w:rsidP="0071411C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C54933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Role: </w:t>
            </w:r>
            <w:r w:rsidRPr="00C54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HR Trainee</w:t>
            </w:r>
          </w:p>
          <w:p w:rsidR="0071411C" w:rsidRPr="00C54933" w:rsidRDefault="0071411C" w:rsidP="0071411C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C54933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Project brief</w:t>
            </w:r>
          </w:p>
          <w:p w:rsidR="0071411C" w:rsidRPr="00C54933" w:rsidRDefault="0071411C" w:rsidP="0071411C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C54933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Responsibilities undertaken</w:t>
            </w:r>
            <w:r w:rsidR="002B1B5B" w:rsidRPr="00C54933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, New skills acquired</w:t>
            </w:r>
          </w:p>
          <w:p w:rsidR="0071411C" w:rsidRPr="00C54933" w:rsidRDefault="0071411C" w:rsidP="0071411C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C54933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Targets Achieved</w:t>
            </w:r>
          </w:p>
          <w:p w:rsidR="0071411C" w:rsidRPr="00C54933" w:rsidRDefault="0071411C" w:rsidP="0071411C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C54933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Any extra accomplishments besides the assigned work</w:t>
            </w:r>
          </w:p>
          <w:p w:rsidR="002B1B5B" w:rsidRPr="00C54933" w:rsidRDefault="002B1B5B" w:rsidP="0071411C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C54933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Virtual internships if undertaken </w:t>
            </w:r>
          </w:p>
        </w:tc>
      </w:tr>
      <w:tr w:rsidR="0071411C" w:rsidRPr="0071411C" w:rsidTr="0071411C">
        <w:trPr>
          <w:trHeight w:val="190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1411C" w:rsidRPr="0071411C" w:rsidRDefault="0071411C" w:rsidP="00714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7141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Projects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1B5B" w:rsidRPr="00C54933" w:rsidRDefault="002B1B5B" w:rsidP="002B1B5B">
            <w:pPr>
              <w:pStyle w:val="ListParagraph"/>
              <w:spacing w:after="0"/>
              <w:ind w:left="765" w:firstLine="0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</w:p>
          <w:p w:rsidR="0071411C" w:rsidRPr="00C54933" w:rsidRDefault="002B1B5B" w:rsidP="002B1B5B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C54933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Projects that were carried on during the graduation</w:t>
            </w:r>
          </w:p>
          <w:p w:rsidR="006E7375" w:rsidRDefault="006E7375" w:rsidP="00E87E3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Live projects preferably</w:t>
            </w:r>
          </w:p>
          <w:p w:rsidR="002B1B5B" w:rsidRPr="006E7375" w:rsidRDefault="002B1B5B" w:rsidP="00E87E3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6E7375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CSR projects undertaken with the college</w:t>
            </w:r>
          </w:p>
          <w:p w:rsidR="002B1B5B" w:rsidRPr="00C54933" w:rsidRDefault="002B1B5B" w:rsidP="002B1B5B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C54933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n-IN" w:eastAsia="en-IN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Volunteering projects</w:t>
            </w:r>
          </w:p>
        </w:tc>
      </w:tr>
    </w:tbl>
    <w:p w:rsidR="00767066" w:rsidRPr="00C54933" w:rsidRDefault="002B1B5B">
      <w:pPr>
        <w:pStyle w:val="SectionHeading"/>
        <w:rPr>
          <w:rFonts w:asciiTheme="minorHAnsi" w:eastAsiaTheme="minorEastAsia" w:hAnsiTheme="minorHAnsi"/>
          <w:bCs/>
          <w:color w:val="auto"/>
          <w:sz w:val="20"/>
          <w:szCs w:val="20"/>
        </w:rPr>
      </w:pPr>
      <w:r w:rsidRPr="00C54933">
        <w:rPr>
          <w:rFonts w:asciiTheme="minorHAnsi" w:eastAsiaTheme="minorEastAsia" w:hAnsiTheme="minorHAnsi"/>
          <w:bCs/>
          <w:color w:val="auto"/>
          <w:sz w:val="20"/>
          <w:szCs w:val="20"/>
        </w:rPr>
        <w:t>POSITION OF RESPONSIBILITY:</w:t>
      </w:r>
    </w:p>
    <w:p w:rsidR="00C54933" w:rsidRPr="00AE15A6" w:rsidRDefault="00C54933" w:rsidP="00C54933">
      <w:pPr>
        <w:pStyle w:val="ListParagraph"/>
        <w:numPr>
          <w:ilvl w:val="0"/>
          <w:numId w:val="10"/>
        </w:numPr>
        <w:spacing w:line="264" w:lineRule="auto"/>
        <w:rPr>
          <w:rFonts w:ascii="Calibri" w:hAnsi="Calibri" w:cs="Times New Roman"/>
          <w:i/>
          <w:sz w:val="20"/>
          <w:szCs w:val="20"/>
        </w:rPr>
      </w:pPr>
      <w:r w:rsidRPr="00AE15A6">
        <w:rPr>
          <w:rFonts w:ascii="Calibri" w:hAnsi="Calibri" w:cs="Times New Roman"/>
          <w:i/>
          <w:sz w:val="20"/>
          <w:szCs w:val="20"/>
        </w:rPr>
        <w:t>Pioneer of a start-up/ a new venture</w:t>
      </w:r>
    </w:p>
    <w:p w:rsidR="00767066" w:rsidRPr="00AE15A6" w:rsidRDefault="003345B4" w:rsidP="00C54933">
      <w:pPr>
        <w:pStyle w:val="ListParagraph"/>
        <w:numPr>
          <w:ilvl w:val="0"/>
          <w:numId w:val="10"/>
        </w:numPr>
        <w:spacing w:line="264" w:lineRule="auto"/>
        <w:rPr>
          <w:rFonts w:ascii="Calibri" w:hAnsi="Calibri" w:cs="Times New Roman"/>
          <w:i/>
          <w:sz w:val="20"/>
          <w:szCs w:val="20"/>
        </w:rPr>
      </w:pPr>
      <w:r w:rsidRPr="00AE15A6">
        <w:rPr>
          <w:rFonts w:ascii="Calibri" w:hAnsi="Calibri" w:cs="Times New Roman"/>
          <w:i/>
          <w:sz w:val="20"/>
          <w:szCs w:val="20"/>
        </w:rPr>
        <w:t>Team leader in an event</w:t>
      </w:r>
    </w:p>
    <w:p w:rsidR="003345B4" w:rsidRPr="00AE15A6" w:rsidRDefault="003345B4" w:rsidP="00C54933">
      <w:pPr>
        <w:pStyle w:val="ListParagraph"/>
        <w:numPr>
          <w:ilvl w:val="0"/>
          <w:numId w:val="10"/>
        </w:numPr>
        <w:spacing w:line="264" w:lineRule="auto"/>
        <w:rPr>
          <w:rFonts w:ascii="Calibri" w:hAnsi="Calibri" w:cs="Times New Roman"/>
          <w:i/>
          <w:sz w:val="20"/>
          <w:szCs w:val="20"/>
        </w:rPr>
      </w:pPr>
      <w:r w:rsidRPr="00AE15A6">
        <w:rPr>
          <w:rFonts w:ascii="Calibri" w:hAnsi="Calibri" w:cs="Times New Roman"/>
          <w:i/>
          <w:sz w:val="20"/>
          <w:szCs w:val="20"/>
        </w:rPr>
        <w:t>Captain of a sports team</w:t>
      </w:r>
    </w:p>
    <w:p w:rsidR="003345B4" w:rsidRPr="00AE15A6" w:rsidRDefault="003345B4" w:rsidP="00C54933">
      <w:pPr>
        <w:pStyle w:val="ListParagraph"/>
        <w:numPr>
          <w:ilvl w:val="0"/>
          <w:numId w:val="10"/>
        </w:numPr>
        <w:spacing w:line="264" w:lineRule="auto"/>
        <w:rPr>
          <w:rFonts w:ascii="Calibri" w:hAnsi="Calibri" w:cs="Times New Roman"/>
          <w:i/>
          <w:sz w:val="20"/>
          <w:szCs w:val="20"/>
        </w:rPr>
      </w:pPr>
      <w:r w:rsidRPr="00AE15A6">
        <w:rPr>
          <w:rFonts w:ascii="Calibri" w:hAnsi="Calibri" w:cs="Times New Roman"/>
          <w:i/>
          <w:sz w:val="20"/>
          <w:szCs w:val="20"/>
        </w:rPr>
        <w:t>Event organizer</w:t>
      </w:r>
    </w:p>
    <w:p w:rsidR="003345B4" w:rsidRPr="00AE15A6" w:rsidRDefault="00C54933" w:rsidP="00C54933">
      <w:pPr>
        <w:pStyle w:val="ListParagraph"/>
        <w:numPr>
          <w:ilvl w:val="0"/>
          <w:numId w:val="10"/>
        </w:numPr>
        <w:spacing w:line="264" w:lineRule="auto"/>
        <w:rPr>
          <w:rFonts w:ascii="Calibri" w:hAnsi="Calibri" w:cs="Times New Roman"/>
          <w:i/>
          <w:sz w:val="20"/>
          <w:szCs w:val="20"/>
        </w:rPr>
      </w:pPr>
      <w:r w:rsidRPr="00AE15A6">
        <w:rPr>
          <w:rFonts w:ascii="Calibri" w:hAnsi="Calibri" w:cs="Times New Roman"/>
          <w:i/>
          <w:sz w:val="20"/>
          <w:szCs w:val="20"/>
        </w:rPr>
        <w:t>Committee member of any clubs/ committees of your college</w:t>
      </w:r>
    </w:p>
    <w:p w:rsidR="00767066" w:rsidRPr="00E82F29" w:rsidRDefault="00C54933">
      <w:pPr>
        <w:tabs>
          <w:tab w:val="left" w:pos="2670"/>
        </w:tabs>
        <w:spacing w:after="0" w:line="240" w:lineRule="auto"/>
        <w:rPr>
          <w:rFonts w:eastAsiaTheme="minorEastAsia"/>
          <w:b/>
          <w:bCs/>
          <w:sz w:val="20"/>
          <w:szCs w:val="20"/>
        </w:rPr>
      </w:pPr>
      <w:r w:rsidRPr="00E82F29">
        <w:rPr>
          <w:rFonts w:eastAsiaTheme="minorEastAsia"/>
          <w:b/>
          <w:bCs/>
          <w:sz w:val="20"/>
          <w:szCs w:val="20"/>
        </w:rPr>
        <w:t xml:space="preserve">AWARDS AND ACHIEVEMENTS: </w:t>
      </w:r>
    </w:p>
    <w:p w:rsidR="00C54933" w:rsidRPr="00E82F29" w:rsidRDefault="00C54933">
      <w:pPr>
        <w:tabs>
          <w:tab w:val="left" w:pos="2670"/>
        </w:tabs>
        <w:spacing w:after="0" w:line="240" w:lineRule="auto"/>
        <w:rPr>
          <w:rFonts w:ascii="Calibri" w:hAnsi="Calibri" w:cs="Times New Roman"/>
          <w:color w:val="40382D" w:themeColor="text2" w:themeShade="BF"/>
          <w:sz w:val="20"/>
          <w:szCs w:val="20"/>
        </w:rPr>
      </w:pPr>
    </w:p>
    <w:tbl>
      <w:tblPr>
        <w:tblW w:w="7088" w:type="dxa"/>
        <w:tblInd w:w="-10" w:type="dxa"/>
        <w:tblLook w:val="04A0" w:firstRow="1" w:lastRow="0" w:firstColumn="1" w:lastColumn="0" w:noHBand="0" w:noVBand="1"/>
      </w:tblPr>
      <w:tblGrid>
        <w:gridCol w:w="2200"/>
        <w:gridCol w:w="4888"/>
      </w:tblGrid>
      <w:tr w:rsidR="00E82F29" w:rsidRPr="00E82F29" w:rsidTr="00E82F29">
        <w:trPr>
          <w:trHeight w:val="30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2F29" w:rsidRPr="00E82F29" w:rsidRDefault="00E82F29" w:rsidP="00E82F29">
            <w:pPr>
              <w:spacing w:after="0" w:line="240" w:lineRule="auto"/>
              <w:rPr>
                <w:rFonts w:ascii="Calibri" w:hAnsi="Calibri" w:cs="Times New Roman"/>
                <w:color w:val="40382D" w:themeColor="text2" w:themeShade="BF"/>
                <w:sz w:val="20"/>
                <w:szCs w:val="20"/>
                <w:u w:val="single"/>
              </w:rPr>
            </w:pPr>
            <w:r w:rsidRPr="00E82F29">
              <w:rPr>
                <w:rFonts w:ascii="Calibri" w:hAnsi="Calibri" w:cs="Times New Roman"/>
                <w:color w:val="40382D" w:themeColor="text2" w:themeShade="BF"/>
                <w:sz w:val="20"/>
                <w:szCs w:val="20"/>
                <w:u w:val="single"/>
              </w:rPr>
              <w:t>Academic Awards</w:t>
            </w:r>
          </w:p>
        </w:tc>
        <w:tc>
          <w:tcPr>
            <w:tcW w:w="48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2F29" w:rsidRPr="00AE15A6" w:rsidRDefault="00E82F29" w:rsidP="00E82F29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libri" w:hAnsi="Calibri" w:cs="Times New Roman"/>
                <w:i/>
                <w:sz w:val="20"/>
                <w:szCs w:val="20"/>
              </w:rPr>
            </w:pPr>
            <w:r w:rsidRPr="00AE15A6">
              <w:rPr>
                <w:rFonts w:ascii="Calibri" w:hAnsi="Calibri" w:cs="Times New Roman"/>
                <w:i/>
                <w:sz w:val="20"/>
                <w:szCs w:val="20"/>
              </w:rPr>
              <w:t>Scholarships</w:t>
            </w:r>
          </w:p>
        </w:tc>
      </w:tr>
      <w:tr w:rsidR="00E82F29" w:rsidRPr="00E82F29" w:rsidTr="00E82F29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2F29" w:rsidRPr="00E82F29" w:rsidRDefault="00E82F29" w:rsidP="00E82F29">
            <w:pPr>
              <w:spacing w:after="0" w:line="240" w:lineRule="auto"/>
              <w:rPr>
                <w:rFonts w:ascii="Calibri" w:hAnsi="Calibri" w:cs="Times New Roman"/>
                <w:color w:val="40382D" w:themeColor="text2" w:themeShade="BF"/>
                <w:sz w:val="20"/>
                <w:szCs w:val="20"/>
              </w:rPr>
            </w:pPr>
            <w:r w:rsidRPr="00E82F29">
              <w:rPr>
                <w:rFonts w:ascii="Calibri" w:hAnsi="Calibri" w:cs="Times New Roman"/>
                <w:color w:val="40382D" w:themeColor="text2" w:themeShade="BF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2F29" w:rsidRPr="00AE15A6" w:rsidRDefault="00E82F29" w:rsidP="00E82F29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libri" w:hAnsi="Calibri" w:cs="Times New Roman"/>
                <w:i/>
                <w:sz w:val="20"/>
                <w:szCs w:val="20"/>
              </w:rPr>
            </w:pPr>
            <w:r w:rsidRPr="00AE15A6">
              <w:rPr>
                <w:rFonts w:ascii="Calibri" w:hAnsi="Calibri" w:cs="Times New Roman"/>
                <w:i/>
                <w:sz w:val="20"/>
                <w:szCs w:val="20"/>
              </w:rPr>
              <w:t xml:space="preserve">Cash Prizes </w:t>
            </w:r>
          </w:p>
        </w:tc>
      </w:tr>
      <w:tr w:rsidR="00E82F29" w:rsidRPr="00E82F29" w:rsidTr="00E82F29">
        <w:trPr>
          <w:trHeight w:val="31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2F29" w:rsidRPr="00E82F29" w:rsidRDefault="00E82F29" w:rsidP="00E82F29">
            <w:pPr>
              <w:spacing w:after="0" w:line="240" w:lineRule="auto"/>
              <w:rPr>
                <w:rFonts w:ascii="Calibri" w:hAnsi="Calibri" w:cs="Times New Roman"/>
                <w:color w:val="40382D" w:themeColor="text2" w:themeShade="BF"/>
                <w:sz w:val="20"/>
                <w:szCs w:val="20"/>
              </w:rPr>
            </w:pPr>
            <w:r w:rsidRPr="00E82F29">
              <w:rPr>
                <w:rFonts w:ascii="Calibri" w:hAnsi="Calibri" w:cs="Times New Roman"/>
                <w:color w:val="40382D" w:themeColor="text2" w:themeShade="BF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2F29" w:rsidRPr="00AE15A6" w:rsidRDefault="00E82F29" w:rsidP="00E82F29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libri" w:hAnsi="Calibri" w:cs="Times New Roman"/>
                <w:i/>
                <w:sz w:val="20"/>
                <w:szCs w:val="20"/>
              </w:rPr>
            </w:pPr>
            <w:r w:rsidRPr="00AE15A6">
              <w:rPr>
                <w:rFonts w:ascii="Calibri" w:hAnsi="Calibri" w:cs="Times New Roman"/>
                <w:i/>
                <w:sz w:val="20"/>
                <w:szCs w:val="20"/>
              </w:rPr>
              <w:t>Certificates of Achievement</w:t>
            </w:r>
          </w:p>
        </w:tc>
      </w:tr>
      <w:tr w:rsidR="00E82F29" w:rsidRPr="00E82F29" w:rsidTr="00E82F29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2F29" w:rsidRPr="00E82F29" w:rsidRDefault="00E82F29" w:rsidP="00E82F29">
            <w:pPr>
              <w:spacing w:after="0" w:line="240" w:lineRule="auto"/>
              <w:rPr>
                <w:rFonts w:ascii="Calibri" w:hAnsi="Calibri" w:cs="Times New Roman"/>
                <w:color w:val="40382D" w:themeColor="text2" w:themeShade="BF"/>
                <w:sz w:val="20"/>
                <w:szCs w:val="20"/>
                <w:u w:val="single"/>
              </w:rPr>
            </w:pPr>
            <w:r w:rsidRPr="00E82F29">
              <w:rPr>
                <w:rFonts w:ascii="Calibri" w:hAnsi="Calibri" w:cs="Times New Roman"/>
                <w:color w:val="40382D" w:themeColor="text2" w:themeShade="BF"/>
                <w:sz w:val="20"/>
                <w:szCs w:val="20"/>
                <w:u w:val="single"/>
              </w:rPr>
              <w:t>Extracurricular Awards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2F29" w:rsidRPr="00AE15A6" w:rsidRDefault="00E82F29" w:rsidP="00E82F29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libri" w:hAnsi="Calibri" w:cs="Times New Roman"/>
                <w:i/>
                <w:sz w:val="20"/>
                <w:szCs w:val="20"/>
              </w:rPr>
            </w:pPr>
            <w:r w:rsidRPr="00AE15A6">
              <w:rPr>
                <w:rFonts w:ascii="Calibri" w:hAnsi="Calibri" w:cs="Times New Roman"/>
                <w:i/>
                <w:sz w:val="20"/>
                <w:szCs w:val="20"/>
              </w:rPr>
              <w:t>Awards in Sports/Dance/Music</w:t>
            </w:r>
          </w:p>
        </w:tc>
      </w:tr>
      <w:tr w:rsidR="00E82F29" w:rsidRPr="00E82F29" w:rsidTr="00E82F29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2F29" w:rsidRPr="00E82F29" w:rsidRDefault="00E82F29" w:rsidP="00E82F29">
            <w:pPr>
              <w:spacing w:after="0" w:line="240" w:lineRule="auto"/>
              <w:rPr>
                <w:rFonts w:ascii="Calibri" w:hAnsi="Calibri" w:cs="Times New Roman"/>
                <w:color w:val="40382D" w:themeColor="text2" w:themeShade="BF"/>
                <w:sz w:val="20"/>
                <w:szCs w:val="20"/>
              </w:rPr>
            </w:pPr>
            <w:r w:rsidRPr="00E82F29">
              <w:rPr>
                <w:rFonts w:ascii="Calibri" w:hAnsi="Calibri" w:cs="Times New Roman"/>
                <w:color w:val="40382D" w:themeColor="text2" w:themeShade="BF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2F29" w:rsidRPr="00AE15A6" w:rsidRDefault="00E82F29" w:rsidP="006E737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libri" w:hAnsi="Calibri" w:cs="Times New Roman"/>
                <w:i/>
                <w:sz w:val="20"/>
                <w:szCs w:val="20"/>
              </w:rPr>
            </w:pPr>
            <w:r w:rsidRPr="00AE15A6">
              <w:rPr>
                <w:rFonts w:ascii="Calibri" w:hAnsi="Calibri" w:cs="Times New Roman"/>
                <w:i/>
                <w:sz w:val="20"/>
                <w:szCs w:val="20"/>
              </w:rPr>
              <w:t xml:space="preserve">Any competitions </w:t>
            </w:r>
          </w:p>
        </w:tc>
      </w:tr>
      <w:tr w:rsidR="00E82F29" w:rsidRPr="00E82F29" w:rsidTr="00E82F29">
        <w:trPr>
          <w:trHeight w:val="8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2F29" w:rsidRPr="00E82F29" w:rsidRDefault="00E82F29" w:rsidP="00E82F29">
            <w:pPr>
              <w:spacing w:after="0" w:line="240" w:lineRule="auto"/>
              <w:rPr>
                <w:rFonts w:ascii="Calibri" w:hAnsi="Calibri" w:cs="Times New Roman"/>
                <w:color w:val="40382D" w:themeColor="text2" w:themeShade="BF"/>
                <w:sz w:val="20"/>
                <w:szCs w:val="20"/>
              </w:rPr>
            </w:pPr>
            <w:r w:rsidRPr="00E82F29">
              <w:rPr>
                <w:rFonts w:ascii="Calibri" w:hAnsi="Calibri" w:cs="Times New Roman"/>
                <w:color w:val="40382D" w:themeColor="text2" w:themeShade="BF"/>
                <w:sz w:val="20"/>
                <w:szCs w:val="20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2F29" w:rsidRPr="00AE15A6" w:rsidRDefault="00E82F29" w:rsidP="00E82F29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libri" w:hAnsi="Calibri" w:cs="Times New Roman"/>
                <w:i/>
                <w:sz w:val="20"/>
                <w:szCs w:val="20"/>
              </w:rPr>
            </w:pPr>
            <w:r w:rsidRPr="00AE15A6">
              <w:rPr>
                <w:rFonts w:ascii="Calibri" w:hAnsi="Calibri" w:cs="Times New Roman"/>
                <w:i/>
                <w:sz w:val="20"/>
                <w:szCs w:val="20"/>
              </w:rPr>
              <w:t>Editor of any magazine/ article writing</w:t>
            </w:r>
          </w:p>
        </w:tc>
      </w:tr>
    </w:tbl>
    <w:p w:rsidR="00C54933" w:rsidRDefault="00C54933">
      <w:pPr>
        <w:tabs>
          <w:tab w:val="left" w:pos="2670"/>
        </w:tabs>
        <w:spacing w:after="0" w:line="240" w:lineRule="auto"/>
        <w:rPr>
          <w:rFonts w:ascii="Calibri" w:hAnsi="Calibri" w:cs="Times New Roman"/>
          <w:color w:val="40382D" w:themeColor="text2" w:themeShade="BF"/>
          <w:sz w:val="20"/>
          <w:szCs w:val="20"/>
        </w:rPr>
      </w:pPr>
    </w:p>
    <w:p w:rsidR="006E7375" w:rsidRPr="00E343F9" w:rsidRDefault="00E82F29" w:rsidP="006E7375">
      <w:pPr>
        <w:tabs>
          <w:tab w:val="left" w:pos="2670"/>
          <w:tab w:val="left" w:pos="8580"/>
        </w:tabs>
        <w:spacing w:after="0" w:line="240" w:lineRule="auto"/>
        <w:rPr>
          <w:rFonts w:ascii="Calibri" w:eastAsiaTheme="minorEastAsia" w:hAnsi="Calibri"/>
          <w:bCs/>
          <w:i/>
          <w:sz w:val="20"/>
          <w:szCs w:val="20"/>
        </w:rPr>
      </w:pPr>
      <w:r w:rsidRPr="00E82F29">
        <w:rPr>
          <w:rFonts w:eastAsiaTheme="minorEastAsia"/>
          <w:b/>
          <w:bCs/>
          <w:sz w:val="20"/>
          <w:szCs w:val="20"/>
        </w:rPr>
        <w:t>INTERESTS/ HOBBIES:</w:t>
      </w:r>
      <w:r>
        <w:rPr>
          <w:rFonts w:eastAsiaTheme="minorEastAsia"/>
          <w:b/>
          <w:bCs/>
          <w:sz w:val="20"/>
          <w:szCs w:val="20"/>
        </w:rPr>
        <w:t xml:space="preserve"> </w:t>
      </w:r>
      <w:r w:rsidR="00B237AC" w:rsidRPr="004E505F">
        <w:rPr>
          <w:rFonts w:ascii="Calibri" w:eastAsiaTheme="minorEastAsia" w:hAnsi="Calibri"/>
          <w:bCs/>
          <w:i/>
          <w:sz w:val="20"/>
          <w:szCs w:val="20"/>
        </w:rPr>
        <w:t xml:space="preserve">Singing, playing musical instruments, blogging, reading books, dancing </w:t>
      </w:r>
      <w:r w:rsidR="00A82F36" w:rsidRPr="004E505F">
        <w:rPr>
          <w:rFonts w:ascii="Calibri" w:eastAsiaTheme="minorEastAsia" w:hAnsi="Calibri"/>
          <w:bCs/>
          <w:i/>
          <w:sz w:val="20"/>
          <w:szCs w:val="20"/>
        </w:rPr>
        <w:t>etc.</w:t>
      </w:r>
      <w:r w:rsidR="006E7375">
        <w:rPr>
          <w:rFonts w:ascii="Calibri" w:eastAsiaTheme="minorEastAsia" w:hAnsi="Calibri"/>
          <w:bCs/>
          <w:i/>
          <w:sz w:val="20"/>
          <w:szCs w:val="20"/>
        </w:rPr>
        <w:tab/>
      </w:r>
      <w:bookmarkStart w:id="0" w:name="_GoBack"/>
      <w:bookmarkEnd w:id="0"/>
    </w:p>
    <w:sectPr w:rsidR="006E7375" w:rsidRPr="00E343F9">
      <w:footerReference w:type="default" r:id="rId10"/>
      <w:headerReference w:type="first" r:id="rId11"/>
      <w:type w:val="continuous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E03" w:rsidRDefault="00BA6E03">
      <w:pPr>
        <w:spacing w:after="0" w:line="240" w:lineRule="auto"/>
      </w:pPr>
      <w:r>
        <w:separator/>
      </w:r>
    </w:p>
  </w:endnote>
  <w:endnote w:type="continuationSeparator" w:id="0">
    <w:p w:rsidR="00BA6E03" w:rsidRDefault="00BA6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GSMinchoB">
    <w:charset w:val="80"/>
    <w:family w:val="roman"/>
    <w:pitch w:val="variable"/>
    <w:sig w:usb0="80000281" w:usb1="28C76CF8" w:usb2="00000010" w:usb3="00000000" w:csb0="00020000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066" w:rsidRDefault="00436F56">
    <w:pPr>
      <w:pStyle w:val="Footer"/>
    </w:pPr>
    <w:r>
      <w:rPr>
        <w:noProof/>
        <w:color w:val="93A299" w:themeColor="accent1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editId="577F9C1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477125" cy="9696450"/>
              <wp:effectExtent l="0" t="0" r="0" b="0"/>
              <wp:wrapNone/>
              <wp:docPr id="7" name="Bkgd: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77125" cy="9696450"/>
                      </a:xfrm>
                      <a:prstGeom prst="roundRect">
                        <a:avLst>
                          <a:gd name="adj" fmla="val 1735"/>
                        </a:avLst>
                      </a:prstGeom>
                      <a:ln w="12700" cmpd="sng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3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67066" w:rsidRDefault="00767066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lIns="91405" tIns="45703" rIns="91405" bIns="45703" rtlCol="0" anchor="ctr"/>
                  </wps:wsp>
                </a:graphicData>
              </a:graphic>
              <wp14:sizeRelH relativeFrom="page">
                <wp14:pctWidth>96200</wp14:pctWidth>
              </wp14:sizeRelH>
              <wp14:sizeRelV relativeFrom="page">
                <wp14:pctHeight>96400</wp14:pctHeight>
              </wp14:sizeRelV>
            </wp:anchor>
          </w:drawing>
        </mc:Choice>
        <mc:Fallback>
          <w:pict>
            <v:roundrect id="Bkgd: 1" o:spid="_x0000_s1026" style="position:absolute;margin-left:0;margin-top:0;width:588.75pt;height:763.5pt;z-index:-251653120;visibility:visible;mso-wrap-style:square;mso-width-percent:962;mso-height-percent:964;mso-wrap-distance-left:9pt;mso-wrap-distance-top:0;mso-wrap-distance-right:9pt;mso-wrap-distance-bottom:0;mso-position-horizontal:center;mso-position-horizontal-relative:page;mso-position-vertical:center;mso-position-vertical-relative:page;mso-width-percent:962;mso-height-percent:964;mso-width-relative:page;mso-height-relative:page;v-text-anchor:middle" arcsize="11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" stroked="f" strokeweight="1pt">
              <v:fill r:id="rId1" o:title="" recolor="t" rotate="t" type="tile"/>
              <v:imagedata recolortarget="white [2257]"/>
              <v:textbox inset="2.53903mm,1.2695mm,2.53903mm,1.2695mm">
                <w:txbxContent>
                  <w:p w:rsidR="00767066" w:rsidRDefault="007670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oundrect>
          </w:pict>
        </mc:Fallback>
      </mc:AlternateContent>
    </w:r>
    <w:r>
      <w:rPr>
        <w:noProof/>
        <w:color w:val="93A299" w:themeColor="accent1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editId="55950E0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49060" cy="8558530"/>
              <wp:effectExtent l="0" t="0" r="0" b="0"/>
              <wp:wrapNone/>
              <wp:docPr id="9" name="Bkgd: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49060" cy="85585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3000"/>
                        </a:srgbClr>
                      </a:solidFill>
                      <a:ln>
                        <a:noFill/>
                      </a:ln>
                      <a:effectLst>
                        <a:softEdge rad="12700"/>
                      </a:effec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67066" w:rsidRDefault="00767066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lIns="91405" tIns="45703" rIns="91405" bIns="45703" rtlCol="0" anchor="ctr"/>
                  </wps:wsp>
                </a:graphicData>
              </a:graphic>
              <wp14:sizeRelH relativeFrom="margin">
                <wp14:pctWidth>108500</wp14:pctWidth>
              </wp14:sizeRelH>
              <wp14:sizeRelV relativeFrom="margin">
                <wp14:pctHeight>104000</wp14:pctHeight>
              </wp14:sizeRelV>
            </wp:anchor>
          </w:drawing>
        </mc:Choice>
        <mc:Fallback>
          <w:pict>
            <v:rect id="Bkgd: 2" o:spid="_x0000_s1027" style="position:absolute;margin-left:0;margin-top:0;width:507.8pt;height:673.9pt;z-index:-251652096;visibility:visible;mso-wrap-style:square;mso-width-percent:1085;mso-height-percent:1040;mso-wrap-distance-left:9pt;mso-wrap-distance-top:0;mso-wrap-distance-right:9pt;mso-wrap-distance-bottom:0;mso-position-horizontal:center;mso-position-horizontal-relative:margin;mso-position-vertical:center;mso-position-vertical-relative:margin;mso-width-percent:1085;mso-height-percent:104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" stroked="f" strokeweight="2pt">
              <v:fill opacity="54484f"/>
              <v:textbox inset="2.53903mm,1.2695mm,2.53903mm,1.2695mm">
                <w:txbxContent>
                  <w:p w:rsidR="00767066" w:rsidRDefault="007670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color w:val="93A299" w:themeColor="accent1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editId="4020270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198870" cy="8229600"/>
              <wp:effectExtent l="0" t="0" r="0" b="0"/>
              <wp:wrapNone/>
              <wp:docPr id="11" name="Bkgd: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98870" cy="822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 cmpd="dbl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67066" w:rsidRDefault="00767066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lIns="91405" tIns="45703" rIns="91405" bIns="45703" rtlCol="0" anchor="ctr"/>
                  </wps:wsp>
                </a:graphicData>
              </a:graphic>
              <wp14:sizeRelH relativeFrom="margin">
                <wp14:pctWidth>104300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Bkgd: 3" o:spid="_x0000_s1028" style="position:absolute;margin-left:0;margin-top:0;width:488.1pt;height:9in;z-index:-251651072;visibility:visible;mso-wrap-style:square;mso-width-percent:1043;mso-height-percent:1000;mso-wrap-distance-left:9pt;mso-wrap-distance-top:0;mso-wrap-distance-right:9pt;mso-wrap-distance-bottom:0;mso-position-horizontal:center;mso-position-horizontal-relative:margin;mso-position-vertical:center;mso-position-vertical-relative:margin;mso-width-percent:1043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" stroked="f" strokeweight=".5pt">
              <v:stroke linestyle="thinThin"/>
              <v:textbox inset="2.53903mm,1.2695mm,2.53903mm,1.2695mm">
                <w:txbxContent>
                  <w:p w:rsidR="00767066" w:rsidRDefault="007670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color w:val="93A299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editId="12486D28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margin">
                    <wp14:pctPosVOffset>100000</wp14:pctPosVOffset>
                  </wp:positionV>
                </mc:Choice>
                <mc:Fallback>
                  <wp:positionV relativeFrom="page">
                    <wp:posOffset>9372600</wp:posOffset>
                  </wp:positionV>
                </mc:Fallback>
              </mc:AlternateContent>
              <wp:extent cx="6127750" cy="246380"/>
              <wp:effectExtent l="0" t="0" r="0" b="0"/>
              <wp:wrapSquare wrapText="bothSides"/>
              <wp:docPr id="13" name="Dat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7750" cy="246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67066" w:rsidRDefault="00BA6E03">
                          <w:pPr>
                            <w:spacing w:after="0" w:line="240" w:lineRule="auto"/>
                            <w:jc w:val="center"/>
                            <w:rPr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alias w:val="Author"/>
                              <w:id w:val="-1660617785"/>
                              <w:placeholder>
                                <w:docPart w:val="10CB9089A0E9432F8D70BEC00C70431C"/>
                              </w:placeholder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r w:rsidR="00E343F9">
                                <w:rPr>
                                  <w:color w:val="A6A6A6" w:themeColor="background1" w:themeShade="A6"/>
                                  <w:sz w:val="18"/>
                                  <w:szCs w:val="18"/>
                                </w:rPr>
                                <w:t>[Type Your Name]</w:t>
                              </w:r>
                            </w:sdtContent>
                          </w:sdt>
                          <w:r w:rsidR="00436F56">
                            <w:rPr>
                              <w:b/>
                              <w:bCs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="00436F56">
                            <w:rPr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 Page </w:t>
                          </w:r>
                          <w:r w:rsidR="00436F56">
                            <w:rPr>
                              <w:color w:val="A6A6A6" w:themeColor="background1" w:themeShade="A6"/>
                              <w:sz w:val="18"/>
                              <w:szCs w:val="18"/>
                            </w:rPr>
                            <w:fldChar w:fldCharType="begin"/>
                          </w:r>
                          <w:r w:rsidR="00436F56">
                            <w:rPr>
                              <w:color w:val="A6A6A6" w:themeColor="background1" w:themeShade="A6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436F56">
                            <w:rPr>
                              <w:color w:val="A6A6A6" w:themeColor="background1" w:themeShade="A6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E343F9">
                            <w:rPr>
                              <w:noProof/>
                              <w:color w:val="A6A6A6" w:themeColor="background1" w:themeShade="A6"/>
                              <w:sz w:val="18"/>
                              <w:szCs w:val="18"/>
                            </w:rPr>
                            <w:t>2</w:t>
                          </w:r>
                          <w:r w:rsidR="00436F56">
                            <w:rPr>
                              <w:noProof/>
                              <w:color w:val="A6A6A6" w:themeColor="background1" w:themeShade="A6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103100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Date" o:spid="_x0000_s1029" style="position:absolute;margin-left:0;margin-top:0;width:482.5pt;height:19.4pt;z-index:251666432;visibility:visible;mso-wrap-style:square;mso-width-percent:1031;mso-height-percent:0;mso-top-percent:1000;mso-wrap-distance-left:9pt;mso-wrap-distance-top:0;mso-wrap-distance-right:9pt;mso-wrap-distance-bottom:0;mso-position-horizontal:center;mso-position-horizontal-relative:margin;mso-position-vertical-relative:margin;mso-width-percent:1031;mso-height-percent:0;mso-top-percent:10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" filled="f" stroked="f" strokeweight="2pt">
              <v:textbox inset="0,0,0,0">
                <w:txbxContent>
                  <w:p w:rsidR="00767066" w:rsidRDefault="00BA6E03">
                    <w:pPr>
                      <w:spacing w:after="0" w:line="240" w:lineRule="auto"/>
                      <w:jc w:val="center"/>
                      <w:rPr>
                        <w:color w:val="A6A6A6" w:themeColor="background1" w:themeShade="A6"/>
                        <w:sz w:val="18"/>
                        <w:szCs w:val="18"/>
                      </w:rPr>
                    </w:pPr>
                    <w:sdt>
                      <w:sdtPr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alias w:val="Author"/>
                        <w:id w:val="-1660617785"/>
                        <w:placeholder>
                          <w:docPart w:val="10CB9089A0E9432F8D70BEC00C70431C"/>
                        </w:placeholder>
                        <w:showingPlcHdr/>
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<w:text/>
                      </w:sdtPr>
                      <w:sdtEndPr/>
                      <w:sdtContent>
                        <w:r w:rsidR="00E343F9">
                          <w:rPr>
                            <w:color w:val="A6A6A6" w:themeColor="background1" w:themeShade="A6"/>
                            <w:sz w:val="18"/>
                            <w:szCs w:val="18"/>
                          </w:rPr>
                          <w:t>[Type Your Name]</w:t>
                        </w:r>
                      </w:sdtContent>
                    </w:sdt>
                    <w:r w:rsidR="00436F56">
                      <w:rPr>
                        <w:b/>
                        <w:bCs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="00436F56">
                      <w:rPr>
                        <w:color w:val="A6A6A6" w:themeColor="background1" w:themeShade="A6"/>
                        <w:sz w:val="18"/>
                        <w:szCs w:val="18"/>
                      </w:rPr>
                      <w:t xml:space="preserve">  Page </w:t>
                    </w:r>
                    <w:r w:rsidR="00436F56">
                      <w:rPr>
                        <w:color w:val="A6A6A6" w:themeColor="background1" w:themeShade="A6"/>
                        <w:sz w:val="18"/>
                        <w:szCs w:val="18"/>
                      </w:rPr>
                      <w:fldChar w:fldCharType="begin"/>
                    </w:r>
                    <w:r w:rsidR="00436F56">
                      <w:rPr>
                        <w:color w:val="A6A6A6" w:themeColor="background1" w:themeShade="A6"/>
                        <w:sz w:val="18"/>
                        <w:szCs w:val="18"/>
                      </w:rPr>
                      <w:instrText xml:space="preserve"> PAGE   \* MERGEFORMAT </w:instrText>
                    </w:r>
                    <w:r w:rsidR="00436F56">
                      <w:rPr>
                        <w:color w:val="A6A6A6" w:themeColor="background1" w:themeShade="A6"/>
                        <w:sz w:val="18"/>
                        <w:szCs w:val="18"/>
                      </w:rPr>
                      <w:fldChar w:fldCharType="separate"/>
                    </w:r>
                    <w:r w:rsidR="00E343F9">
                      <w:rPr>
                        <w:noProof/>
                        <w:color w:val="A6A6A6" w:themeColor="background1" w:themeShade="A6"/>
                        <w:sz w:val="18"/>
                        <w:szCs w:val="18"/>
                      </w:rPr>
                      <w:t>2</w:t>
                    </w:r>
                    <w:r w:rsidR="00436F56">
                      <w:rPr>
                        <w:noProof/>
                        <w:color w:val="A6A6A6" w:themeColor="background1" w:themeShade="A6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E03" w:rsidRDefault="00BA6E03">
      <w:pPr>
        <w:spacing w:after="0" w:line="240" w:lineRule="auto"/>
      </w:pPr>
      <w:r>
        <w:separator/>
      </w:r>
    </w:p>
  </w:footnote>
  <w:footnote w:type="continuationSeparator" w:id="0">
    <w:p w:rsidR="00BA6E03" w:rsidRDefault="00BA6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066" w:rsidRDefault="00436F5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editId="48A3F32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477125" cy="9696450"/>
              <wp:effectExtent l="0" t="0" r="0" b="0"/>
              <wp:wrapNone/>
              <wp:docPr id="2" name="Rounded 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77125" cy="9696450"/>
                      </a:xfrm>
                      <a:prstGeom prst="roundRect">
                        <a:avLst>
                          <a:gd name="adj" fmla="val 1735"/>
                        </a:avLst>
                      </a:prstGeom>
                      <a:ln w="12700" cmpd="sng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3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vert="horz" lIns="0" tIns="0" rIns="0" bIns="0" rtlCol="0" anchor="ctr"/>
                  </wps:wsp>
                </a:graphicData>
              </a:graphic>
              <wp14:sizeRelH relativeFrom="page">
                <wp14:pctWidth>96200</wp14:pctWidth>
              </wp14:sizeRelH>
              <wp14:sizeRelV relativeFrom="page">
                <wp14:pctHeight>96400</wp14:pctHeight>
              </wp14:sizeRelV>
            </wp:anchor>
          </w:drawing>
        </mc:Choice>
        <mc:Fallback>
          <w:pict>
            <v:roundrect w14:anchorId="0945B39B" id="Rounded Rectangle 17" o:spid="_x0000_s1026" style="position:absolute;margin-left:0;margin-top:0;width:588.75pt;height:763.5pt;z-index:-251657216;visibility:visible;mso-wrap-style:square;mso-width-percent:962;mso-height-percent:964;mso-wrap-distance-left:9pt;mso-wrap-distance-top:0;mso-wrap-distance-right:9pt;mso-wrap-distance-bottom:0;mso-position-horizontal:center;mso-position-horizontal-relative:page;mso-position-vertical:center;mso-position-vertical-relative:page;mso-width-percent:962;mso-height-percent:964;mso-width-relative:page;mso-height-relative:page;v-text-anchor:middle" arcsize="11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" stroked="f" strokeweight="1pt">
              <v:fill r:id="rId1" o:title="" recolor="t" rotate="t" type="tile"/>
              <v:imagedata recolortarget="white [2257]"/>
              <v:textbox inset="0,0,0,0"/>
              <w10:wrap anchorx="page" anchory="page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editId="0B2792B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944995" cy="9034145"/>
              <wp:effectExtent l="0" t="0" r="0" b="0"/>
              <wp:wrapNone/>
              <wp:docPr id="3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44995" cy="903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3000"/>
                        </a:srgbClr>
                      </a:solidFill>
                      <a:ln>
                        <a:noFill/>
                      </a:ln>
                      <a:effectLst>
                        <a:softEdge rad="12700"/>
                      </a:effec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vert="horz" lIns="0" tIns="0" rIns="0" bIns="0" rtlCol="0" anchor="ctr"/>
                  </wps:wsp>
                </a:graphicData>
              </a:graphic>
              <wp14:sizeRelH relativeFrom="margin">
                <wp14:pctWidth>108500</wp14:pctWidth>
              </wp14:sizeRelH>
              <wp14:sizeRelV relativeFrom="margin">
                <wp14:pctHeight>104000</wp14:pctHeight>
              </wp14:sizeRelV>
            </wp:anchor>
          </w:drawing>
        </mc:Choice>
        <mc:Fallback>
          <w:pict>
            <v:rect w14:anchorId="32978F0F" id="Rectangle 19" o:spid="_x0000_s1026" style="position:absolute;margin-left:0;margin-top:0;width:546.85pt;height:711.35pt;z-index:-251656192;visibility:visible;mso-wrap-style:square;mso-width-percent:1085;mso-height-percent:1040;mso-wrap-distance-left:9pt;mso-wrap-distance-top:0;mso-wrap-distance-right:9pt;mso-wrap-distance-bottom:0;mso-position-horizontal:center;mso-position-horizontal-relative:margin;mso-position-vertical:center;mso-position-vertical-relative:margin;mso-width-percent:1085;mso-height-percent:104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" stroked="f" strokeweight="2pt">
              <v:fill opacity="54484f"/>
              <v:textbox inset="0,0,0,0"/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editId="0833DCA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727190" cy="8756015"/>
              <wp:effectExtent l="0" t="0" r="0" b="0"/>
              <wp:wrapNone/>
              <wp:docPr id="4" name="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27190" cy="8756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 cmpd="dbl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lIns="91405" tIns="45703" rIns="91405" bIns="45703" rtlCol="0" anchor="ctr"/>
                  </wps:wsp>
                </a:graphicData>
              </a:graphic>
              <wp14:sizeRelH relativeFrom="margin">
                <wp14:pctWidth>105100</wp14:pctWidth>
              </wp14:sizeRelH>
              <wp14:sizeRelV relativeFrom="margin">
                <wp14:pctHeight>100800</wp14:pctHeight>
              </wp14:sizeRelV>
            </wp:anchor>
          </w:drawing>
        </mc:Choice>
        <mc:Fallback>
          <w:pict>
            <v:rect w14:anchorId="4F1995A4" id="Rectangle 21" o:spid="_x0000_s1026" style="position:absolute;margin-left:0;margin-top:0;width:529.7pt;height:689.45pt;z-index:-251655168;visibility:visible;mso-wrap-style:square;mso-width-percent:1051;mso-height-percent:1008;mso-wrap-distance-left:9pt;mso-wrap-distance-top:0;mso-wrap-distance-right:9pt;mso-wrap-distance-bottom:0;mso-position-horizontal:center;mso-position-horizontal-relative:margin;mso-position-vertical:center;mso-position-vertical-relative:margin;mso-width-percent:1051;mso-height-percent:1008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" stroked="f" strokeweight=".5pt">
              <v:stroke linestyle="thinThin"/>
              <v:textbox inset="2.53903mm,1.2695mm,2.53903mm,1.2695mm"/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73B2A"/>
    <w:multiLevelType w:val="hybridMultilevel"/>
    <w:tmpl w:val="7F02F87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B07FD"/>
    <w:multiLevelType w:val="hybridMultilevel"/>
    <w:tmpl w:val="13FE3746"/>
    <w:lvl w:ilvl="0" w:tplc="C3AE5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43970"/>
    <w:multiLevelType w:val="hybridMultilevel"/>
    <w:tmpl w:val="9CEC76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4292A"/>
    <w:multiLevelType w:val="hybridMultilevel"/>
    <w:tmpl w:val="B99AF514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1B74737"/>
    <w:multiLevelType w:val="hybridMultilevel"/>
    <w:tmpl w:val="66A43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220DB"/>
    <w:multiLevelType w:val="hybridMultilevel"/>
    <w:tmpl w:val="480EB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81752F"/>
    <w:multiLevelType w:val="hybridMultilevel"/>
    <w:tmpl w:val="5CCA31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7C84CF7"/>
    <w:multiLevelType w:val="hybridMultilevel"/>
    <w:tmpl w:val="64E89DCA"/>
    <w:lvl w:ilvl="0" w:tplc="E34201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B835538"/>
    <w:multiLevelType w:val="hybridMultilevel"/>
    <w:tmpl w:val="1046A28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B663E"/>
    <w:multiLevelType w:val="hybridMultilevel"/>
    <w:tmpl w:val="49AEEB34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7A1"/>
    <w:rsid w:val="000410A4"/>
    <w:rsid w:val="000F77A1"/>
    <w:rsid w:val="002B1B5B"/>
    <w:rsid w:val="002E0235"/>
    <w:rsid w:val="002E22E5"/>
    <w:rsid w:val="003345B4"/>
    <w:rsid w:val="00436F56"/>
    <w:rsid w:val="004E3D4A"/>
    <w:rsid w:val="004E505F"/>
    <w:rsid w:val="00574C8B"/>
    <w:rsid w:val="005B2F03"/>
    <w:rsid w:val="005C6709"/>
    <w:rsid w:val="006221F7"/>
    <w:rsid w:val="006E7375"/>
    <w:rsid w:val="0071411C"/>
    <w:rsid w:val="00747359"/>
    <w:rsid w:val="00767066"/>
    <w:rsid w:val="00781C98"/>
    <w:rsid w:val="00A82F36"/>
    <w:rsid w:val="00AE15A6"/>
    <w:rsid w:val="00B237AC"/>
    <w:rsid w:val="00BA6E03"/>
    <w:rsid w:val="00C042ED"/>
    <w:rsid w:val="00C54933"/>
    <w:rsid w:val="00CB5EF7"/>
    <w:rsid w:val="00E343F9"/>
    <w:rsid w:val="00E8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EEFA69C-80F5-4A54-93B3-495F6663E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32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120" w:line="240" w:lineRule="auto"/>
      <w:outlineLvl w:val="0"/>
    </w:pPr>
    <w:rPr>
      <w:rFonts w:asciiTheme="majorHAnsi" w:eastAsiaTheme="majorEastAsia" w:hAnsiTheme="majorHAnsi" w:cstheme="majorBidi"/>
      <w:bCs/>
      <w:caps/>
      <w:color w:val="93A299" w:themeColor="accent1"/>
      <w:sz w:val="32"/>
      <w:szCs w:val="28"/>
      <w14:numForm w14:val="oldSty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Cs/>
      <w:color w:val="564B3C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6B7C71" w:themeColor="accent1" w:themeShade="B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3A299" w:themeColor="accen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7534C" w:themeColor="accent1" w:themeShade="8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7534C" w:themeColor="accent1" w:themeShade="80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pPr>
      <w:spacing w:after="0" w:line="240" w:lineRule="auto"/>
    </w:pPr>
    <w:tblPr/>
    <w:tblStylePr w:type="firstRow">
      <w:rPr>
        <w:rFonts w:ascii="Aharoni" w:hAnsi="Aharoni"/>
        <w:b/>
        <w:sz w:val="36"/>
      </w:rPr>
    </w:tblStylePr>
  </w:style>
  <w:style w:type="paragraph" w:styleId="ListParagraph">
    <w:name w:val="List Paragraph"/>
    <w:basedOn w:val="Normal"/>
    <w:uiPriority w:val="34"/>
    <w:qFormat/>
    <w:pPr>
      <w:spacing w:line="240" w:lineRule="auto"/>
      <w:ind w:left="720" w:hanging="288"/>
      <w:contextualSpacing/>
    </w:pPr>
    <w:rPr>
      <w:color w:val="40382D" w:themeColor="text2" w:themeShade="BF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Cs/>
      <w:caps/>
      <w:color w:val="93A299" w:themeColor="accent1"/>
      <w:sz w:val="32"/>
      <w:szCs w:val="28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Cs/>
      <w:color w:val="564B3C" w:themeColor="text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b/>
      <w:bCs/>
      <w:color w:val="6B7C71" w:themeColor="accent1" w:themeShade="BF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47534C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47534C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rFonts w:eastAsiaTheme="minorEastAsia"/>
      <w:b/>
      <w:bCs/>
      <w:smallCaps/>
      <w:color w:val="564B3C" w:themeColor="text2"/>
      <w:spacing w:val="6"/>
      <w:sz w:val="20"/>
      <w:szCs w:val="18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382D" w:themeColor="text2" w:themeShade="BF"/>
      <w:kern w:val="28"/>
      <w:sz w:val="80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0382D" w:themeColor="text2" w:themeShade="BF"/>
      <w:kern w:val="28"/>
      <w:sz w:val="80"/>
      <w:szCs w:val="52"/>
      <w14:ligatures w14:val="standard"/>
      <w14:numForm w14:val="oldStyle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iCs/>
      <w:caps/>
      <w:color w:val="564B3C" w:themeColor="text2"/>
      <w:sz w:val="32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iCs/>
      <w:caps/>
      <w:color w:val="564B3C" w:themeColor="text2"/>
      <w:sz w:val="32"/>
      <w:szCs w:val="24"/>
      <w:lang w:bidi="hi-IN"/>
    </w:rPr>
  </w:style>
  <w:style w:type="character" w:styleId="Strong">
    <w:name w:val="Strong"/>
    <w:basedOn w:val="DefaultParagraphFont"/>
    <w:uiPriority w:val="22"/>
    <w:qFormat/>
    <w:rPr>
      <w:b/>
      <w:bCs/>
      <w14:numForm w14:val="oldStyle"/>
    </w:rPr>
  </w:style>
  <w:style w:type="character" w:styleId="Emphasis">
    <w:name w:val="Emphasis"/>
    <w:basedOn w:val="DefaultParagraphFont"/>
    <w:uiPriority w:val="20"/>
    <w:qFormat/>
    <w:rPr>
      <w:i/>
      <w:iCs/>
      <w:color w:val="564B3C" w:themeColor="text2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  <w:rPr>
      <w:sz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line="300" w:lineRule="auto"/>
      <w:ind w:left="720" w:right="720"/>
      <w:jc w:val="center"/>
    </w:pPr>
    <w:rPr>
      <w:rFonts w:asciiTheme="majorHAnsi" w:eastAsiaTheme="minorEastAsia" w:hAnsiTheme="majorHAnsi"/>
      <w:iCs/>
      <w:caps/>
      <w:color w:val="93A299" w:themeColor="accent1"/>
      <w:sz w:val="24"/>
      <w:lang w:bidi="hi-IN"/>
      <w14:ligatures w14:val="standard"/>
      <w14:numForm w14:val="oldStyle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inorEastAsia" w:hAnsiTheme="majorHAnsi"/>
      <w:iCs/>
      <w:caps/>
      <w:color w:val="93A299" w:themeColor="accent1"/>
      <w:sz w:val="24"/>
      <w:lang w:bidi="hi-IN"/>
      <w14:ligatures w14:val="standard"/>
      <w14:numForm w14:val="oldStyle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36" w:space="8" w:color="000000" w:themeColor="text1"/>
        <w:left w:val="single" w:sz="36" w:space="8" w:color="000000" w:themeColor="text1"/>
        <w:bottom w:val="single" w:sz="36" w:space="8" w:color="000000" w:themeColor="text1"/>
        <w:right w:val="single" w:sz="36" w:space="8" w:color="000000" w:themeColor="text1"/>
      </w:pBdr>
      <w:shd w:val="clear" w:color="auto" w:fill="000000" w:themeFill="text1"/>
      <w:spacing w:before="200" w:after="280" w:line="300" w:lineRule="auto"/>
      <w:ind w:left="936" w:right="936"/>
      <w:jc w:val="center"/>
    </w:pPr>
    <w:rPr>
      <w:rFonts w:asciiTheme="majorHAnsi" w:eastAsiaTheme="minorEastAsia" w:hAnsiTheme="majorHAnsi"/>
      <w:bCs/>
      <w:iCs/>
      <w:caps/>
      <w:color w:val="FFFFFF" w:themeColor="background1"/>
      <w:sz w:val="22"/>
      <w:lang w:bidi="hi-IN"/>
      <w14:ligatures w14:val="standard"/>
      <w14:numForm w14:val="oldStyle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inorEastAsia" w:hAnsiTheme="majorHAnsi"/>
      <w:bCs/>
      <w:iCs/>
      <w:caps/>
      <w:color w:val="FFFFFF" w:themeColor="background1"/>
      <w:shd w:val="clear" w:color="auto" w:fill="000000" w:themeFill="text1"/>
      <w:lang w:bidi="hi-IN"/>
      <w14:ligatures w14:val="standard"/>
      <w14:numForm w14:val="oldSty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000000"/>
    </w:rPr>
  </w:style>
  <w:style w:type="character" w:styleId="IntenseEmphasis">
    <w:name w:val="Intense Emphasis"/>
    <w:aliases w:val="Subsection Intense Emphasis"/>
    <w:basedOn w:val="DefaultParagraphFont"/>
    <w:uiPriority w:val="21"/>
    <w:qFormat/>
    <w:rPr>
      <w:b/>
      <w:bCs/>
      <w:i/>
      <w:iCs/>
      <w:color w:val="93A299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F543F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F543F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before="480" w:after="0" w:line="324" w:lineRule="auto"/>
      <w:outlineLvl w:val="9"/>
    </w:pPr>
    <w:rPr>
      <w:b/>
      <w:caps w:val="0"/>
      <w:color w:val="6B7C71" w:themeColor="accent1" w:themeShade="BF"/>
      <w:sz w:val="28"/>
      <w14:numForm w14:val="default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SectionHeading">
    <w:name w:val="Section Heading"/>
    <w:basedOn w:val="Normal"/>
    <w:next w:val="Normal"/>
    <w:qFormat/>
    <w:pPr>
      <w:spacing w:before="220" w:after="0" w:line="276" w:lineRule="auto"/>
      <w:outlineLvl w:val="0"/>
    </w:pPr>
    <w:rPr>
      <w:rFonts w:asciiTheme="majorHAnsi" w:hAnsiTheme="majorHAnsi"/>
      <w:b/>
      <w:color w:val="000000" w:themeColor="text1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Pr>
      <w:sz w:val="21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sonalName">
    <w:name w:val="Personal Name"/>
    <w:basedOn w:val="Title"/>
    <w:qFormat/>
    <w:rPr>
      <w:b/>
      <w:sz w:val="28"/>
      <w:szCs w:val="28"/>
    </w:rPr>
  </w:style>
  <w:style w:type="paragraph" w:customStyle="1" w:styleId="Subsection">
    <w:name w:val="Subsection"/>
    <w:basedOn w:val="Heading2"/>
    <w:qFormat/>
    <w:pPr>
      <w:spacing w:before="0"/>
    </w:pPr>
    <w:rPr>
      <w:rFonts w:asciiTheme="minorHAnsi" w:hAnsiTheme="minorHAnsi"/>
      <w:color w:val="93A299" w:themeColor="accen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3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33\Apothecary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CD2FD3A3BD04499AF65449854C0E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C22493-864A-4032-B4F4-E53FAF8F99DA}"/>
      </w:docPartPr>
      <w:docPartBody>
        <w:p w:rsidR="00EB5FA6" w:rsidRDefault="0090231E">
          <w:pPr>
            <w:pStyle w:val="4CD2FD3A3BD04499AF65449854C0E7BF"/>
          </w:pPr>
          <w:r>
            <w:t>Choose a building block.</w:t>
          </w:r>
        </w:p>
      </w:docPartBody>
    </w:docPart>
    <w:docPart>
      <w:docPartPr>
        <w:name w:val="10CB9089A0E9432F8D70BEC00C704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C5CF32-CE42-45FB-9E33-895DDC67E64C}"/>
      </w:docPartPr>
      <w:docPartBody>
        <w:p w:rsidR="00EB5FA6" w:rsidRDefault="0090231E">
          <w:pPr>
            <w:pStyle w:val="10CB9089A0E9432F8D70BEC00C70431C"/>
          </w:pPr>
          <w:r>
            <w:rPr>
              <w:color w:val="A6A6A6" w:themeColor="background1" w:themeShade="A6"/>
              <w:sz w:val="18"/>
              <w:szCs w:val="18"/>
            </w:rPr>
            <w:t>[Type Your Name]</w:t>
          </w:r>
        </w:p>
      </w:docPartBody>
    </w:docPart>
    <w:docPart>
      <w:docPartPr>
        <w:name w:val="30170199BB304C0497F0D311BECFD8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5C2619-63E4-4185-A0E2-2E621538D266}"/>
      </w:docPartPr>
      <w:docPartBody>
        <w:p w:rsidR="00EB5FA6" w:rsidRDefault="00CD06A2" w:rsidP="00CD06A2">
          <w:pPr>
            <w:pStyle w:val="30170199BB304C0497F0D311BECFD8ED"/>
          </w:pPr>
          <w:r>
            <w:t>[Type Your Name]</w:t>
          </w:r>
        </w:p>
      </w:docPartBody>
    </w:docPart>
    <w:docPart>
      <w:docPartPr>
        <w:name w:val="DA8D015DBAF34F469F12B81CCEFEC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00B33-64EC-433A-95C1-F532D1EB9F5B}"/>
      </w:docPartPr>
      <w:docPartBody>
        <w:p w:rsidR="00EB5FA6" w:rsidRDefault="00CD06A2" w:rsidP="00CD06A2">
          <w:pPr>
            <w:pStyle w:val="DA8D015DBAF34F469F12B81CCEFEC871"/>
          </w:pPr>
          <w:r>
            <w:rPr>
              <w:color w:val="44546A" w:themeColor="text2"/>
            </w:rPr>
            <w:t>[Type your address]</w:t>
          </w:r>
        </w:p>
      </w:docPartBody>
    </w:docPart>
    <w:docPart>
      <w:docPartPr>
        <w:name w:val="8DE3DCA087B54843A4C58B49E0B162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0FF654-D79A-4063-8A95-D0740FE9D31D}"/>
      </w:docPartPr>
      <w:docPartBody>
        <w:p w:rsidR="00EB5FA6" w:rsidRDefault="00CD06A2" w:rsidP="00CD06A2">
          <w:pPr>
            <w:pStyle w:val="8DE3DCA087B54843A4C58B49E0B162DD"/>
          </w:pPr>
          <w:r>
            <w:rPr>
              <w:color w:val="44546A" w:themeColor="text2"/>
            </w:rPr>
            <w:t>[Type your phone number]</w:t>
          </w:r>
        </w:p>
      </w:docPartBody>
    </w:docPart>
    <w:docPart>
      <w:docPartPr>
        <w:name w:val="4E10D6DF1E4D47F69CF6CE205B5F4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E0D75-8CD1-4376-9CBA-4C6F26A129BE}"/>
      </w:docPartPr>
      <w:docPartBody>
        <w:p w:rsidR="00EB5FA6" w:rsidRDefault="00CD06A2" w:rsidP="00CD06A2">
          <w:pPr>
            <w:pStyle w:val="4E10D6DF1E4D47F69CF6CE205B5F4203"/>
          </w:pPr>
          <w:r>
            <w:rPr>
              <w:color w:val="44546A" w:themeColor="text2"/>
            </w:rPr>
            <w:t>[Type your e-mail]</w:t>
          </w:r>
        </w:p>
      </w:docPartBody>
    </w:docPart>
    <w:docPart>
      <w:docPartPr>
        <w:name w:val="12CCC4C3EC45479DAE0D54565D121E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13643-758F-4654-BDBF-DFB286F62AC4}"/>
      </w:docPartPr>
      <w:docPartBody>
        <w:p w:rsidR="00EB5FA6" w:rsidRDefault="00CD06A2" w:rsidP="00CD06A2">
          <w:pPr>
            <w:pStyle w:val="12CCC4C3EC45479DAE0D54565D121EE4"/>
          </w:pPr>
          <w:r>
            <w:rPr>
              <w:color w:val="5B9BD5" w:themeColor="accent1"/>
              <w:sz w:val="18"/>
              <w:szCs w:val="18"/>
            </w:rPr>
            <w:t>[Type your website]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GSMinchoB">
    <w:charset w:val="80"/>
    <w:family w:val="roman"/>
    <w:pitch w:val="variable"/>
    <w:sig w:usb0="80000281" w:usb1="28C76CF8" w:usb2="00000010" w:usb3="00000000" w:csb0="00020000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A2"/>
    <w:rsid w:val="003463E8"/>
    <w:rsid w:val="00365C93"/>
    <w:rsid w:val="008A63D0"/>
    <w:rsid w:val="0090231E"/>
    <w:rsid w:val="00CD06A2"/>
    <w:rsid w:val="00EB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CD2FD3A3BD04499AF65449854C0E7BF">
    <w:name w:val="4CD2FD3A3BD04499AF65449854C0E7BF"/>
  </w:style>
  <w:style w:type="paragraph" w:customStyle="1" w:styleId="265011962B51425992386832DADAF19A">
    <w:name w:val="265011962B51425992386832DADAF19A"/>
  </w:style>
  <w:style w:type="paragraph" w:customStyle="1" w:styleId="E8D12013070B4C82BDF3189FE5F1C47E">
    <w:name w:val="E8D12013070B4C82BDF3189FE5F1C47E"/>
  </w:style>
  <w:style w:type="paragraph" w:customStyle="1" w:styleId="8AB6EAD6D25D430BB1B4EB8701CA9B14">
    <w:name w:val="8AB6EAD6D25D430BB1B4EB8701CA9B14"/>
  </w:style>
  <w:style w:type="paragraph" w:customStyle="1" w:styleId="AD9B35F1267D4C4BBBFEF6484D7233D4">
    <w:name w:val="AD9B35F1267D4C4BBBFEF6484D7233D4"/>
  </w:style>
  <w:style w:type="paragraph" w:customStyle="1" w:styleId="2CA08D7DA18B424FB4E2263A51CA0596">
    <w:name w:val="2CA08D7DA18B424FB4E2263A51CA0596"/>
  </w:style>
  <w:style w:type="paragraph" w:customStyle="1" w:styleId="3ACE4425DB9B4629946240CE4CB04516">
    <w:name w:val="3ACE4425DB9B4629946240CE4CB04516"/>
  </w:style>
  <w:style w:type="paragraph" w:customStyle="1" w:styleId="519C3D2E20F64DA7893FE9C722BD2CFC">
    <w:name w:val="519C3D2E20F64DA7893FE9C722BD2CFC"/>
  </w:style>
  <w:style w:type="paragraph" w:customStyle="1" w:styleId="C9214A94025B493EB57871123E5C71E9">
    <w:name w:val="C9214A94025B493EB57871123E5C71E9"/>
  </w:style>
  <w:style w:type="paragraph" w:customStyle="1" w:styleId="6225A868BACD4C27BB2D1A048060CEDC">
    <w:name w:val="6225A868BACD4C27BB2D1A048060CEDC"/>
  </w:style>
  <w:style w:type="paragraph" w:customStyle="1" w:styleId="D693FEE33D664F4FB59C120DB6701FEE">
    <w:name w:val="D693FEE33D664F4FB59C120DB6701FEE"/>
  </w:style>
  <w:style w:type="paragraph" w:customStyle="1" w:styleId="C90DD72651D54398A998CDE0B7B88436">
    <w:name w:val="C90DD72651D54398A998CDE0B7B88436"/>
  </w:style>
  <w:style w:type="paragraph" w:customStyle="1" w:styleId="261E6181C95E49ECA19C17F368E40BDB">
    <w:name w:val="261E6181C95E49ECA19C17F368E40BDB"/>
  </w:style>
  <w:style w:type="paragraph" w:customStyle="1" w:styleId="283B2956D341410CBFC734DF538BAF0F">
    <w:name w:val="283B2956D341410CBFC734DF538BAF0F"/>
  </w:style>
  <w:style w:type="paragraph" w:customStyle="1" w:styleId="EF905D560DF84D5DA8128FC54318F234">
    <w:name w:val="EF905D560DF84D5DA8128FC54318F234"/>
  </w:style>
  <w:style w:type="paragraph" w:customStyle="1" w:styleId="B10A8B95090E4F9FACAC8AABFBE1AF9C">
    <w:name w:val="B10A8B95090E4F9FACAC8AABFBE1AF9C"/>
  </w:style>
  <w:style w:type="paragraph" w:customStyle="1" w:styleId="BDF92D558EF249EAA1C6A6A552548D10">
    <w:name w:val="BDF92D558EF249EAA1C6A6A552548D10"/>
  </w:style>
  <w:style w:type="paragraph" w:customStyle="1" w:styleId="30CE4A4F05274941A4B6AD66F10C06C6">
    <w:name w:val="30CE4A4F05274941A4B6AD66F10C06C6"/>
  </w:style>
  <w:style w:type="paragraph" w:customStyle="1" w:styleId="9EBA9E929B3A4BC1ABFCD19CC8A4B40A">
    <w:name w:val="9EBA9E929B3A4BC1ABFCD19CC8A4B40A"/>
  </w:style>
  <w:style w:type="paragraph" w:customStyle="1" w:styleId="10CB9089A0E9432F8D70BEC00C70431C">
    <w:name w:val="10CB9089A0E9432F8D70BEC00C70431C"/>
  </w:style>
  <w:style w:type="paragraph" w:customStyle="1" w:styleId="AFFB47451F1F4968BB1372A2A86B9B65">
    <w:name w:val="AFFB47451F1F4968BB1372A2A86B9B65"/>
    <w:rsid w:val="00CD06A2"/>
  </w:style>
  <w:style w:type="paragraph" w:customStyle="1" w:styleId="DE97CD5443734B46BEBAB51E2D1645D1">
    <w:name w:val="DE97CD5443734B46BEBAB51E2D1645D1"/>
    <w:rsid w:val="00CD06A2"/>
  </w:style>
  <w:style w:type="paragraph" w:customStyle="1" w:styleId="E7C0676C3C8C4210AFE8165DECCAC523">
    <w:name w:val="E7C0676C3C8C4210AFE8165DECCAC523"/>
    <w:rsid w:val="00CD06A2"/>
  </w:style>
  <w:style w:type="paragraph" w:customStyle="1" w:styleId="1F607072FEDA4E93B6EC1A38680A369E">
    <w:name w:val="1F607072FEDA4E93B6EC1A38680A369E"/>
    <w:rsid w:val="00CD06A2"/>
  </w:style>
  <w:style w:type="paragraph" w:customStyle="1" w:styleId="5658E3DA35E14CE99D41FE37EBABFFD6">
    <w:name w:val="5658E3DA35E14CE99D41FE37EBABFFD6"/>
    <w:rsid w:val="00CD06A2"/>
  </w:style>
  <w:style w:type="paragraph" w:customStyle="1" w:styleId="F0EEE9DC021A4A03B9F5936BF383F3A2">
    <w:name w:val="F0EEE9DC021A4A03B9F5936BF383F3A2"/>
    <w:rsid w:val="00CD06A2"/>
  </w:style>
  <w:style w:type="paragraph" w:customStyle="1" w:styleId="50A0301CDDD4483185C3B6ABAF8A5D51">
    <w:name w:val="50A0301CDDD4483185C3B6ABAF8A5D51"/>
    <w:rsid w:val="00CD06A2"/>
  </w:style>
  <w:style w:type="paragraph" w:customStyle="1" w:styleId="E4D8891ACDA44B78B627F6BD84279120">
    <w:name w:val="E4D8891ACDA44B78B627F6BD84279120"/>
    <w:rsid w:val="00CD06A2"/>
  </w:style>
  <w:style w:type="paragraph" w:customStyle="1" w:styleId="E4E6AB46AFF042EF8710259E4A9E1411">
    <w:name w:val="E4E6AB46AFF042EF8710259E4A9E1411"/>
    <w:rsid w:val="00CD06A2"/>
  </w:style>
  <w:style w:type="paragraph" w:customStyle="1" w:styleId="A1B9AEE7954B4768B5EA6B1600FFFC89">
    <w:name w:val="A1B9AEE7954B4768B5EA6B1600FFFC89"/>
    <w:rsid w:val="00CD06A2"/>
  </w:style>
  <w:style w:type="paragraph" w:customStyle="1" w:styleId="7FC9A822C231482AA2161DF0CE48C510">
    <w:name w:val="7FC9A822C231482AA2161DF0CE48C510"/>
    <w:rsid w:val="00CD06A2"/>
  </w:style>
  <w:style w:type="paragraph" w:customStyle="1" w:styleId="2E546D1C56DC4634970A4EE712E635C9">
    <w:name w:val="2E546D1C56DC4634970A4EE712E635C9"/>
    <w:rsid w:val="00CD06A2"/>
  </w:style>
  <w:style w:type="paragraph" w:customStyle="1" w:styleId="B2C181A60E074223A5A942A35BAEC015">
    <w:name w:val="B2C181A60E074223A5A942A35BAEC015"/>
    <w:rsid w:val="00CD06A2"/>
  </w:style>
  <w:style w:type="paragraph" w:customStyle="1" w:styleId="9CD32266B4944A168FD62C16169FA999">
    <w:name w:val="9CD32266B4944A168FD62C16169FA999"/>
    <w:rsid w:val="00CD06A2"/>
  </w:style>
  <w:style w:type="paragraph" w:customStyle="1" w:styleId="C8817D3B25954222B20AFF399CC7906F">
    <w:name w:val="C8817D3B25954222B20AFF399CC7906F"/>
    <w:rsid w:val="00CD06A2"/>
  </w:style>
  <w:style w:type="paragraph" w:customStyle="1" w:styleId="E8E5520FB0064BE28EFA32BC10631B6B">
    <w:name w:val="E8E5520FB0064BE28EFA32BC10631B6B"/>
    <w:rsid w:val="00CD06A2"/>
  </w:style>
  <w:style w:type="paragraph" w:customStyle="1" w:styleId="6E544CB67B104FE999A0E80F47BE75AF">
    <w:name w:val="6E544CB67B104FE999A0E80F47BE75AF"/>
    <w:rsid w:val="00CD06A2"/>
  </w:style>
  <w:style w:type="paragraph" w:customStyle="1" w:styleId="DA3613A5405C490FB28EDB22086AE63B">
    <w:name w:val="DA3613A5405C490FB28EDB22086AE63B"/>
    <w:rsid w:val="00CD06A2"/>
  </w:style>
  <w:style w:type="paragraph" w:customStyle="1" w:styleId="B465AAC2EFCA4714B731375D283F9303">
    <w:name w:val="B465AAC2EFCA4714B731375D283F9303"/>
    <w:rsid w:val="00CD06A2"/>
  </w:style>
  <w:style w:type="paragraph" w:customStyle="1" w:styleId="CFEF04CA3E6E4E5284BC1B5D220174A7">
    <w:name w:val="CFEF04CA3E6E4E5284BC1B5D220174A7"/>
    <w:rsid w:val="00CD06A2"/>
  </w:style>
  <w:style w:type="paragraph" w:customStyle="1" w:styleId="03FFE2EA952D41BBB737648D5A6CE016">
    <w:name w:val="03FFE2EA952D41BBB737648D5A6CE016"/>
    <w:rsid w:val="00CD06A2"/>
  </w:style>
  <w:style w:type="paragraph" w:customStyle="1" w:styleId="A0E614AD78FA4FD28C7C25B420CCA648">
    <w:name w:val="A0E614AD78FA4FD28C7C25B420CCA648"/>
    <w:rsid w:val="00CD06A2"/>
  </w:style>
  <w:style w:type="paragraph" w:customStyle="1" w:styleId="B01959C928CF45FB93FA91419220922E">
    <w:name w:val="B01959C928CF45FB93FA91419220922E"/>
    <w:rsid w:val="00CD06A2"/>
  </w:style>
  <w:style w:type="paragraph" w:customStyle="1" w:styleId="3602524E2D594C54905E16B4C82AB19A">
    <w:name w:val="3602524E2D594C54905E16B4C82AB19A"/>
    <w:rsid w:val="00CD06A2"/>
  </w:style>
  <w:style w:type="paragraph" w:customStyle="1" w:styleId="C39852FAC58344FCA51F8B3015CC050F">
    <w:name w:val="C39852FAC58344FCA51F8B3015CC050F"/>
    <w:rsid w:val="00CD06A2"/>
  </w:style>
  <w:style w:type="paragraph" w:customStyle="1" w:styleId="5A628797723F4E798D3E614652241851">
    <w:name w:val="5A628797723F4E798D3E614652241851"/>
    <w:rsid w:val="00CD06A2"/>
  </w:style>
  <w:style w:type="paragraph" w:customStyle="1" w:styleId="B57A2AFCD427498496F34968EC3E50C9">
    <w:name w:val="B57A2AFCD427498496F34968EC3E50C9"/>
    <w:rsid w:val="00CD06A2"/>
  </w:style>
  <w:style w:type="paragraph" w:customStyle="1" w:styleId="EEA9179DE57E4C059E996983DFB4D93E">
    <w:name w:val="EEA9179DE57E4C059E996983DFB4D93E"/>
    <w:rsid w:val="00CD06A2"/>
  </w:style>
  <w:style w:type="paragraph" w:customStyle="1" w:styleId="040A69BE9962417A960AFB5934170DF2">
    <w:name w:val="040A69BE9962417A960AFB5934170DF2"/>
    <w:rsid w:val="00CD06A2"/>
  </w:style>
  <w:style w:type="paragraph" w:customStyle="1" w:styleId="802BB09131D946729E568CABA4A76984">
    <w:name w:val="802BB09131D946729E568CABA4A76984"/>
    <w:rsid w:val="00CD06A2"/>
  </w:style>
  <w:style w:type="paragraph" w:customStyle="1" w:styleId="2B1623934EB74738AA39C70F51B2577B">
    <w:name w:val="2B1623934EB74738AA39C70F51B2577B"/>
    <w:rsid w:val="00CD06A2"/>
  </w:style>
  <w:style w:type="paragraph" w:customStyle="1" w:styleId="30170199BB304C0497F0D311BECFD8ED">
    <w:name w:val="30170199BB304C0497F0D311BECFD8ED"/>
    <w:rsid w:val="00CD06A2"/>
  </w:style>
  <w:style w:type="paragraph" w:customStyle="1" w:styleId="DA8D015DBAF34F469F12B81CCEFEC871">
    <w:name w:val="DA8D015DBAF34F469F12B81CCEFEC871"/>
    <w:rsid w:val="00CD06A2"/>
  </w:style>
  <w:style w:type="paragraph" w:customStyle="1" w:styleId="8DE3DCA087B54843A4C58B49E0B162DD">
    <w:name w:val="8DE3DCA087B54843A4C58B49E0B162DD"/>
    <w:rsid w:val="00CD06A2"/>
  </w:style>
  <w:style w:type="paragraph" w:customStyle="1" w:styleId="4E10D6DF1E4D47F69CF6CE205B5F4203">
    <w:name w:val="4E10D6DF1E4D47F69CF6CE205B5F4203"/>
    <w:rsid w:val="00CD06A2"/>
  </w:style>
  <w:style w:type="paragraph" w:customStyle="1" w:styleId="12CCC4C3EC45479DAE0D54565D121EE4">
    <w:name w:val="12CCC4C3EC45479DAE0D54565D121EE4"/>
    <w:rsid w:val="00CD06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Apothecary">
  <a:themeElements>
    <a:clrScheme name="Apothecary">
      <a:dk1>
        <a:sysClr val="windowText" lastClr="000000"/>
      </a:dk1>
      <a:lt1>
        <a:sysClr val="window" lastClr="FFFFFF"/>
      </a:lt1>
      <a:dk2>
        <a:srgbClr val="564B3C"/>
      </a:dk2>
      <a:lt2>
        <a:srgbClr val="ECEDD1"/>
      </a:lt2>
      <a:accent1>
        <a:srgbClr val="93A299"/>
      </a:accent1>
      <a:accent2>
        <a:srgbClr val="CF543F"/>
      </a:accent2>
      <a:accent3>
        <a:srgbClr val="B5AE53"/>
      </a:accent3>
      <a:accent4>
        <a:srgbClr val="848058"/>
      </a:accent4>
      <a:accent5>
        <a:srgbClr val="E8B54D"/>
      </a:accent5>
      <a:accent6>
        <a:srgbClr val="786C71"/>
      </a:accent6>
      <a:hlink>
        <a:srgbClr val="CCCC00"/>
      </a:hlink>
      <a:folHlink>
        <a:srgbClr val="B2B2B2"/>
      </a:folHlink>
    </a:clrScheme>
    <a:fontScheme name="Apothecary">
      <a:majorFont>
        <a:latin typeface="Book Antiqua"/>
        <a:ea typeface=""/>
        <a:cs typeface=""/>
        <a:font script="Jpan" typeface="HGS明朝B"/>
        <a:font script="Hang" typeface="HY견명조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견명조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pothecary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3000"/>
            <a:satMod val="14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atMod val="170000"/>
              </a:schemeClr>
              <a:schemeClr val="phClr">
                <a:shade val="70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>Highest qualification</CompanyAddress>
  <CompanyPhone/>
  <CompanyFax/>
  <CompanyEmail/>
</CoverPageProperti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F762DA-57FE-4DB2-A5C9-E5D4ACBFE43A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81C1A980-5434-4CFF-8BF3-7FC036840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ApothecaryResume.dotx</Template>
  <TotalTime>148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Manmeet Sabharwal</cp:lastModifiedBy>
  <cp:revision>2</cp:revision>
  <cp:lastPrinted>2015-06-01T06:56:00Z</cp:lastPrinted>
  <dcterms:created xsi:type="dcterms:W3CDTF">2015-05-25T08:03:00Z</dcterms:created>
  <dcterms:modified xsi:type="dcterms:W3CDTF">2015-06-02T11:33:00Z</dcterms:modified>
</cp:coreProperties>
</file>